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A33FD" w14:textId="77777777" w:rsidR="003439FE" w:rsidRPr="00770A48" w:rsidRDefault="009E53C2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502820998"/>
      <w:r>
        <w:rPr>
          <w:sz w:val="52"/>
          <w:szCs w:val="52"/>
        </w:rPr>
        <w:t>SOUHRNNÁ TECHNICKÁ ZPRÁVA</w:t>
      </w:r>
      <w:bookmarkEnd w:id="0"/>
    </w:p>
    <w:p w14:paraId="56E94B1F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Rekonstrukce měření na </w:t>
      </w:r>
      <w:r w:rsidR="006D75E5">
        <w:rPr>
          <w:b/>
          <w:sz w:val="44"/>
        </w:rPr>
        <w:t>v</w:t>
      </w:r>
      <w:r w:rsidR="003C225D">
        <w:rPr>
          <w:b/>
          <w:sz w:val="44"/>
        </w:rPr>
        <w:t xml:space="preserve">odních dílech Povodí Moravy, s.p. </w:t>
      </w:r>
    </w:p>
    <w:p w14:paraId="4EF3D8C6" w14:textId="77777777" w:rsidR="006D75E5" w:rsidRDefault="006D75E5" w:rsidP="006D75E5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A03C4F">
        <w:rPr>
          <w:b/>
          <w:sz w:val="44"/>
        </w:rPr>
        <w:t>PLUMLOV</w:t>
      </w:r>
    </w:p>
    <w:p w14:paraId="7BD00F13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1EBD573C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77DF425C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4B01CA5E" w14:textId="43DCCD06" w:rsidR="00766015" w:rsidRDefault="00FC5818" w:rsidP="003439FE">
            <w:pPr>
              <w:pStyle w:val="Normal11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default w:val="MZ245100030"/>
                  </w:textInput>
                </w:ffData>
              </w:fldChar>
            </w:r>
            <w:bookmarkStart w:id="1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MZ245100030</w:t>
            </w:r>
            <w:r>
              <w:fldChar w:fldCharType="end"/>
            </w:r>
            <w:bookmarkEnd w:id="1"/>
          </w:p>
        </w:tc>
      </w:tr>
      <w:tr w:rsidR="00766015" w14:paraId="2E526BBD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60C85F87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0205A9DE" w14:textId="77777777" w:rsidR="0076601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1DC30AAF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2AFBED15" w14:textId="77777777" w:rsidR="00766015" w:rsidRDefault="00766015" w:rsidP="008D4C9E"/>
        </w:tc>
      </w:tr>
      <w:tr w:rsidR="00766015" w14:paraId="4228D0A3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5E7D9D0F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13FF3F37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2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2"/>
            <w:r w:rsidR="009E35EA">
              <w:t xml:space="preserve"> </w:t>
            </w:r>
          </w:p>
        </w:tc>
      </w:tr>
      <w:tr w:rsidR="00766015" w14:paraId="772FCF8B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32D8C4C6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4101A550" w14:textId="276CEC33" w:rsidR="00766015" w:rsidRDefault="00FC5818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3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3"/>
          </w:p>
        </w:tc>
      </w:tr>
      <w:tr w:rsidR="00766015" w14:paraId="66158FCB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0039ED67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49553D18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4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4"/>
          </w:p>
        </w:tc>
      </w:tr>
    </w:tbl>
    <w:p w14:paraId="643A514F" w14:textId="77777777" w:rsidR="00F84210" w:rsidRPr="00687FDD" w:rsidRDefault="00F84210" w:rsidP="001E12FF">
      <w:pPr>
        <w:rPr>
          <w:b/>
          <w:bCs/>
          <w:color w:val="232D80"/>
        </w:rPr>
      </w:pPr>
      <w:r>
        <w:rPr>
          <w:b/>
          <w:bCs/>
          <w:color w:val="232D80"/>
        </w:rPr>
        <w:t xml:space="preserve"> </w:t>
      </w:r>
    </w:p>
    <w:p w14:paraId="2C4E397D" w14:textId="77777777" w:rsidR="006F7B8B" w:rsidRDefault="006F7B8B" w:rsidP="00904557">
      <w:pPr>
        <w:pStyle w:val="Nadpis2b"/>
        <w:ind w:firstLine="0"/>
        <w:sectPr w:rsidR="006F7B8B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50003891" w14:textId="77777777" w:rsidR="00296976" w:rsidRPr="006F7B8B" w:rsidRDefault="00296976" w:rsidP="00904557">
      <w:pPr>
        <w:pStyle w:val="Nadpis2b"/>
        <w:ind w:firstLine="0"/>
        <w:rPr>
          <w:sz w:val="16"/>
          <w:szCs w:val="16"/>
        </w:rPr>
      </w:pPr>
    </w:p>
    <w:p w14:paraId="3386E972" w14:textId="77777777" w:rsidR="00795AD3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  <w:sz w:val="24"/>
        </w:rPr>
        <w:fldChar w:fldCharType="begin"/>
      </w:r>
      <w:r w:rsidR="002C7485">
        <w:rPr>
          <w:sz w:val="24"/>
        </w:rPr>
        <w:instrText xml:space="preserve"> TOC  \* MERGEFORMAT </w:instrText>
      </w:r>
      <w:r>
        <w:rPr>
          <w:noProof/>
          <w:sz w:val="24"/>
        </w:rPr>
        <w:fldChar w:fldCharType="separate"/>
      </w:r>
      <w:r w:rsidR="00795AD3">
        <w:rPr>
          <w:noProof/>
        </w:rPr>
        <w:t>SOUHRNNÁ TECHNICKÁ ZPRÁVA</w:t>
      </w:r>
      <w:r w:rsidR="00795AD3">
        <w:rPr>
          <w:noProof/>
        </w:rPr>
        <w:tab/>
      </w:r>
      <w:r w:rsidR="00795AD3">
        <w:rPr>
          <w:noProof/>
        </w:rPr>
        <w:fldChar w:fldCharType="begin"/>
      </w:r>
      <w:r w:rsidR="00795AD3">
        <w:rPr>
          <w:noProof/>
        </w:rPr>
        <w:instrText xml:space="preserve"> PAGEREF _Toc502820998 \h </w:instrText>
      </w:r>
      <w:r w:rsidR="00795AD3">
        <w:rPr>
          <w:noProof/>
        </w:rPr>
      </w:r>
      <w:r w:rsidR="00795AD3">
        <w:rPr>
          <w:noProof/>
        </w:rPr>
        <w:fldChar w:fldCharType="separate"/>
      </w:r>
      <w:r w:rsidR="00795AD3">
        <w:rPr>
          <w:noProof/>
        </w:rPr>
        <w:t>1</w:t>
      </w:r>
      <w:r w:rsidR="00795AD3">
        <w:rPr>
          <w:noProof/>
        </w:rPr>
        <w:fldChar w:fldCharType="end"/>
      </w:r>
    </w:p>
    <w:p w14:paraId="59B67AED" w14:textId="77777777" w:rsidR="00795AD3" w:rsidRDefault="00795AD3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ÚZEMÍ STAVBY</w:t>
      </w:r>
      <w:r>
        <w:tab/>
      </w:r>
      <w:r>
        <w:fldChar w:fldCharType="begin"/>
      </w:r>
      <w:r>
        <w:instrText xml:space="preserve"> PAGEREF _Toc502820999 \h </w:instrText>
      </w:r>
      <w:r>
        <w:fldChar w:fldCharType="separate"/>
      </w:r>
      <w:r>
        <w:t>4</w:t>
      </w:r>
      <w:r>
        <w:fldChar w:fldCharType="end"/>
      </w:r>
    </w:p>
    <w:p w14:paraId="4896BEFF" w14:textId="77777777" w:rsidR="00795AD3" w:rsidRDefault="00795AD3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Celkový popis stavby</w:t>
      </w:r>
      <w:r>
        <w:tab/>
      </w:r>
      <w:r>
        <w:fldChar w:fldCharType="begin"/>
      </w:r>
      <w:r>
        <w:instrText xml:space="preserve"> PAGEREF _Toc502821000 \h </w:instrText>
      </w:r>
      <w:r>
        <w:fldChar w:fldCharType="separate"/>
      </w:r>
      <w:r>
        <w:t>5</w:t>
      </w:r>
      <w:r>
        <w:fldChar w:fldCharType="end"/>
      </w:r>
    </w:p>
    <w:p w14:paraId="5A2A21DD" w14:textId="77777777" w:rsidR="00795AD3" w:rsidRDefault="00795AD3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Připojení na technickou infrastrukturu</w:t>
      </w:r>
      <w:r>
        <w:tab/>
      </w:r>
      <w:r>
        <w:fldChar w:fldCharType="begin"/>
      </w:r>
      <w:r>
        <w:instrText xml:space="preserve"> PAGEREF _Toc502821001 \h </w:instrText>
      </w:r>
      <w:r>
        <w:fldChar w:fldCharType="separate"/>
      </w:r>
      <w:r>
        <w:t>8</w:t>
      </w:r>
      <w:r>
        <w:fldChar w:fldCharType="end"/>
      </w:r>
    </w:p>
    <w:p w14:paraId="1D620456" w14:textId="77777777" w:rsidR="00795AD3" w:rsidRDefault="00795AD3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Dopravní řešení</w:t>
      </w:r>
      <w:r>
        <w:tab/>
      </w:r>
      <w:r>
        <w:fldChar w:fldCharType="begin"/>
      </w:r>
      <w:r>
        <w:instrText xml:space="preserve"> PAGEREF _Toc502821002 \h </w:instrText>
      </w:r>
      <w:r>
        <w:fldChar w:fldCharType="separate"/>
      </w:r>
      <w:r>
        <w:t>8</w:t>
      </w:r>
      <w:r>
        <w:fldChar w:fldCharType="end"/>
      </w:r>
    </w:p>
    <w:p w14:paraId="544D240B" w14:textId="77777777" w:rsidR="00795AD3" w:rsidRDefault="00795AD3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Řešení vegetace a souvisejících terénních úprav</w:t>
      </w:r>
      <w:r>
        <w:tab/>
      </w:r>
      <w:r>
        <w:fldChar w:fldCharType="begin"/>
      </w:r>
      <w:r>
        <w:instrText xml:space="preserve"> PAGEREF _Toc502821003 \h </w:instrText>
      </w:r>
      <w:r>
        <w:fldChar w:fldCharType="separate"/>
      </w:r>
      <w:r>
        <w:t>8</w:t>
      </w:r>
      <w:r>
        <w:fldChar w:fldCharType="end"/>
      </w:r>
    </w:p>
    <w:p w14:paraId="2E6C9ACE" w14:textId="77777777" w:rsidR="00795AD3" w:rsidRDefault="00795AD3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6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vlivů na životní prostředí a jeho ochrana</w:t>
      </w:r>
      <w:r>
        <w:tab/>
      </w:r>
      <w:r>
        <w:fldChar w:fldCharType="begin"/>
      </w:r>
      <w:r>
        <w:instrText xml:space="preserve"> PAGEREF _Toc502821004 \h </w:instrText>
      </w:r>
      <w:r>
        <w:fldChar w:fldCharType="separate"/>
      </w:r>
      <w:r>
        <w:t>8</w:t>
      </w:r>
      <w:r>
        <w:fldChar w:fldCharType="end"/>
      </w:r>
    </w:p>
    <w:p w14:paraId="177B9E64" w14:textId="77777777" w:rsidR="00795AD3" w:rsidRDefault="00795AD3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7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Ochrana obyvatelstva</w:t>
      </w:r>
      <w:r>
        <w:tab/>
      </w:r>
      <w:r>
        <w:fldChar w:fldCharType="begin"/>
      </w:r>
      <w:r>
        <w:instrText xml:space="preserve"> PAGEREF _Toc502821005 \h </w:instrText>
      </w:r>
      <w:r>
        <w:fldChar w:fldCharType="separate"/>
      </w:r>
      <w:r>
        <w:t>10</w:t>
      </w:r>
      <w:r>
        <w:fldChar w:fldCharType="end"/>
      </w:r>
    </w:p>
    <w:p w14:paraId="7C7815BA" w14:textId="77777777" w:rsidR="00795AD3" w:rsidRDefault="00795AD3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8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Zásady organizace výstavby</w:t>
      </w:r>
      <w:r>
        <w:tab/>
      </w:r>
      <w:r>
        <w:fldChar w:fldCharType="begin"/>
      </w:r>
      <w:r>
        <w:instrText xml:space="preserve"> PAGEREF _Toc502821006 \h </w:instrText>
      </w:r>
      <w:r>
        <w:fldChar w:fldCharType="separate"/>
      </w:r>
      <w:r>
        <w:t>10</w:t>
      </w:r>
      <w:r>
        <w:fldChar w:fldCharType="end"/>
      </w:r>
    </w:p>
    <w:p w14:paraId="25E671A4" w14:textId="77777777" w:rsidR="00784773" w:rsidRDefault="0071725E">
      <w:pPr>
        <w:pStyle w:val="N1"/>
        <w:numPr>
          <w:ilvl w:val="0"/>
          <w:numId w:val="0"/>
        </w:numPr>
        <w:spacing w:line="480" w:lineRule="auto"/>
        <w:ind w:left="432"/>
      </w:pPr>
      <w:r>
        <w:rPr>
          <w:sz w:val="24"/>
        </w:rPr>
        <w:fldChar w:fldCharType="end"/>
      </w:r>
    </w:p>
    <w:p w14:paraId="14A257CE" w14:textId="77777777" w:rsidR="003D22C9" w:rsidRDefault="001443F9" w:rsidP="00E8258F">
      <w:pPr>
        <w:pStyle w:val="N1"/>
        <w:numPr>
          <w:ilvl w:val="0"/>
          <w:numId w:val="0"/>
        </w:numPr>
        <w:ind w:left="432"/>
      </w:pPr>
      <w:r>
        <w:br w:type="page"/>
      </w:r>
      <w:bookmarkStart w:id="5" w:name="_Toc431976332"/>
      <w:bookmarkStart w:id="6" w:name="_Toc440894808"/>
      <w:bookmarkStart w:id="7" w:name="_Toc448153992"/>
      <w:bookmarkStart w:id="8" w:name="_Toc355001688"/>
      <w:bookmarkStart w:id="9" w:name="_Toc431913715"/>
      <w:bookmarkStart w:id="10" w:name="_Toc394932572"/>
    </w:p>
    <w:bookmarkEnd w:id="5"/>
    <w:bookmarkEnd w:id="6"/>
    <w:bookmarkEnd w:id="7"/>
    <w:p w14:paraId="330F284B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lastRenderedPageBreak/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A03C4F" w:rsidRPr="002B0419" w14:paraId="6CD6A093" w14:textId="77777777" w:rsidTr="001E3B05">
        <w:tc>
          <w:tcPr>
            <w:tcW w:w="2943" w:type="dxa"/>
            <w:shd w:val="clear" w:color="auto" w:fill="auto"/>
          </w:tcPr>
          <w:p w14:paraId="67899066" w14:textId="77777777" w:rsidR="00A03C4F" w:rsidRPr="002B0419" w:rsidRDefault="00A03C4F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23757A04" w14:textId="77777777" w:rsidR="00A03C4F" w:rsidRPr="002B0419" w:rsidRDefault="00A03C4F" w:rsidP="00B54AEF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VD PLUMLOV</w:t>
            </w:r>
          </w:p>
        </w:tc>
      </w:tr>
      <w:tr w:rsidR="00A03C4F" w:rsidRPr="002B0419" w14:paraId="11412AB7" w14:textId="77777777" w:rsidTr="003D22C9">
        <w:tc>
          <w:tcPr>
            <w:tcW w:w="2943" w:type="dxa"/>
            <w:shd w:val="clear" w:color="auto" w:fill="auto"/>
          </w:tcPr>
          <w:p w14:paraId="00DB1F4B" w14:textId="77777777" w:rsidR="00A03C4F" w:rsidRPr="002B0419" w:rsidRDefault="00A03C4F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714C2555" w14:textId="77777777" w:rsidR="00A03C4F" w:rsidRPr="001E3B05" w:rsidRDefault="00A03C4F" w:rsidP="00B54AEF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Pr="001E3B05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Plumlov</w:t>
            </w:r>
            <w:r w:rsidRPr="001E3B05">
              <w:rPr>
                <w:rFonts w:ascii="Arial Narrow" w:hAnsi="Arial Narrow" w:cs="Times New Roman"/>
              </w:rPr>
              <w:t xml:space="preserve"> na </w:t>
            </w:r>
            <w:r>
              <w:rPr>
                <w:rFonts w:ascii="Arial Narrow" w:hAnsi="Arial Narrow" w:cs="Times New Roman"/>
              </w:rPr>
              <w:t>Hloučele</w:t>
            </w:r>
          </w:p>
        </w:tc>
      </w:tr>
      <w:tr w:rsidR="00A03C4F" w:rsidRPr="002B0419" w14:paraId="51B4240C" w14:textId="77777777" w:rsidTr="003D22C9">
        <w:tc>
          <w:tcPr>
            <w:tcW w:w="2943" w:type="dxa"/>
            <w:shd w:val="clear" w:color="auto" w:fill="auto"/>
          </w:tcPr>
          <w:p w14:paraId="0C105EAA" w14:textId="77777777" w:rsidR="00A03C4F" w:rsidRPr="002B0419" w:rsidRDefault="00A03C4F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6B0C4B5D" w14:textId="77777777" w:rsidR="00A03C4F" w:rsidRPr="002B0419" w:rsidRDefault="00A03C4F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A03C4F" w:rsidRPr="002B0419" w14:paraId="3CF1F042" w14:textId="77777777" w:rsidTr="003D22C9">
        <w:tc>
          <w:tcPr>
            <w:tcW w:w="2943" w:type="dxa"/>
            <w:shd w:val="clear" w:color="auto" w:fill="auto"/>
          </w:tcPr>
          <w:p w14:paraId="06D7C48B" w14:textId="77777777" w:rsidR="00A03C4F" w:rsidRPr="002B0419" w:rsidRDefault="00A03C4F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1E9BB65B" w14:textId="77777777" w:rsidR="00A03C4F" w:rsidRPr="00E95CE1" w:rsidRDefault="00A03C4F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E95CE1">
              <w:rPr>
                <w:rFonts w:ascii="Arial Narrow" w:hAnsi="Arial Narrow" w:cs="Times New Roman"/>
              </w:rPr>
              <w:t>471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E95CE1">
              <w:rPr>
                <w:rFonts w:ascii="Arial Narrow" w:hAnsi="Arial Narrow" w:cs="Times New Roman"/>
              </w:rPr>
              <w:t>478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E95CE1">
              <w:rPr>
                <w:rFonts w:ascii="Arial Narrow" w:hAnsi="Arial Narrow" w:cs="Times New Roman"/>
              </w:rPr>
              <w:t>480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E95CE1">
              <w:rPr>
                <w:rFonts w:ascii="Arial Narrow" w:hAnsi="Arial Narrow" w:cs="Times New Roman"/>
              </w:rPr>
              <w:t>482/1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E95CE1">
              <w:rPr>
                <w:rFonts w:ascii="Arial Narrow" w:hAnsi="Arial Narrow" w:cs="Times New Roman"/>
              </w:rPr>
              <w:t>458/1</w:t>
            </w:r>
            <w:r>
              <w:rPr>
                <w:rFonts w:ascii="Arial Narrow" w:hAnsi="Arial Narrow" w:cs="Times New Roman"/>
              </w:rPr>
              <w:t xml:space="preserve"> k.ú. Štichovice</w:t>
            </w:r>
          </w:p>
          <w:p w14:paraId="56AF7AD4" w14:textId="77777777" w:rsidR="00A03C4F" w:rsidRDefault="00A03C4F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E95CE1">
              <w:rPr>
                <w:rFonts w:ascii="Arial Narrow" w:hAnsi="Arial Narrow" w:cs="Times New Roman"/>
              </w:rPr>
              <w:t>721</w:t>
            </w:r>
            <w:r>
              <w:rPr>
                <w:rFonts w:ascii="Arial Narrow" w:hAnsi="Arial Narrow" w:cs="Times New Roman"/>
              </w:rPr>
              <w:t>, k.ú. Soběsuky u Plumlova</w:t>
            </w:r>
          </w:p>
          <w:p w14:paraId="2507F294" w14:textId="77777777" w:rsidR="00A03C4F" w:rsidRPr="002B0419" w:rsidRDefault="00A03C4F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E95CE1">
              <w:rPr>
                <w:rFonts w:ascii="Arial Narrow" w:hAnsi="Arial Narrow" w:cs="Times New Roman"/>
              </w:rPr>
              <w:t>1569</w:t>
            </w:r>
            <w:r>
              <w:rPr>
                <w:rFonts w:ascii="Arial Narrow" w:hAnsi="Arial Narrow" w:cs="Times New Roman"/>
              </w:rPr>
              <w:t xml:space="preserve"> k.ú. Plumlov</w:t>
            </w:r>
          </w:p>
        </w:tc>
      </w:tr>
      <w:tr w:rsidR="003D22C9" w:rsidRPr="002B0419" w14:paraId="370B67FB" w14:textId="77777777" w:rsidTr="003D22C9">
        <w:tc>
          <w:tcPr>
            <w:tcW w:w="2943" w:type="dxa"/>
            <w:shd w:val="clear" w:color="auto" w:fill="auto"/>
          </w:tcPr>
          <w:p w14:paraId="289ADB4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57DC3C8A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15D30D9B" w14:textId="77777777" w:rsidTr="003D22C9">
        <w:tc>
          <w:tcPr>
            <w:tcW w:w="2943" w:type="dxa"/>
            <w:shd w:val="clear" w:color="auto" w:fill="auto"/>
          </w:tcPr>
          <w:p w14:paraId="4BA0C69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část dokumentace</w:t>
            </w:r>
          </w:p>
        </w:tc>
        <w:tc>
          <w:tcPr>
            <w:tcW w:w="6338" w:type="dxa"/>
          </w:tcPr>
          <w:p w14:paraId="71EFC12F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Souhrnná technická zpráva</w:t>
            </w:r>
          </w:p>
        </w:tc>
      </w:tr>
      <w:tr w:rsidR="003D22C9" w:rsidRPr="002B0419" w14:paraId="19705EB2" w14:textId="77777777" w:rsidTr="003D22C9">
        <w:tc>
          <w:tcPr>
            <w:tcW w:w="2943" w:type="dxa"/>
            <w:shd w:val="clear" w:color="auto" w:fill="auto"/>
          </w:tcPr>
          <w:p w14:paraId="5CBDAB9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736C3669" w14:textId="1C088CCC" w:rsidR="003D22C9" w:rsidRPr="002B0419" w:rsidRDefault="00FC5818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6CE01CFD" w14:textId="77777777" w:rsidTr="003D22C9">
        <w:tc>
          <w:tcPr>
            <w:tcW w:w="2943" w:type="dxa"/>
            <w:shd w:val="clear" w:color="auto" w:fill="auto"/>
          </w:tcPr>
          <w:p w14:paraId="06ED929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631D0F4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6CC4FBF6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1" w:name="_Toc441153055"/>
      <w:bookmarkStart w:id="12" w:name="_Toc448153993"/>
      <w:bookmarkStart w:id="13" w:name="_Toc484424095"/>
      <w:bookmarkStart w:id="14" w:name="_Toc431976334"/>
      <w:bookmarkStart w:id="15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1"/>
      <w:bookmarkEnd w:id="12"/>
      <w:bookmarkEnd w:id="13"/>
    </w:p>
    <w:p w14:paraId="5C02F57D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2EDA760B" w14:textId="77777777" w:rsidTr="003D22C9">
        <w:tc>
          <w:tcPr>
            <w:tcW w:w="2943" w:type="dxa"/>
            <w:shd w:val="clear" w:color="auto" w:fill="auto"/>
          </w:tcPr>
          <w:p w14:paraId="7890B69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62BAAF0D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Povodí Moravy, s.p., Dřevařská 11, 602 00 Brno</w:t>
            </w:r>
          </w:p>
        </w:tc>
      </w:tr>
      <w:tr w:rsidR="003D22C9" w:rsidRPr="002B0419" w14:paraId="3C37963E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0DEF423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2ECAFC23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4EEC8BA5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3B8BA5F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776A953F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02868682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63B6193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5BF2893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7DE2CAF1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6" w:name="_Toc448153994"/>
      <w:bookmarkStart w:id="17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4"/>
      <w:bookmarkEnd w:id="15"/>
      <w:bookmarkEnd w:id="16"/>
      <w:bookmarkEnd w:id="17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009075B8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18" w:name="_Toc48103289"/>
      <w:bookmarkStart w:id="19" w:name="_Toc191811563"/>
      <w:bookmarkStart w:id="20" w:name="_Toc250701967"/>
      <w:bookmarkStart w:id="21" w:name="_Toc258785929"/>
      <w:bookmarkStart w:id="22" w:name="_Toc351112848"/>
      <w:bookmarkStart w:id="23" w:name="_Toc431976335"/>
      <w:bookmarkStart w:id="24" w:name="_Toc440894811"/>
      <w:bookmarkStart w:id="25" w:name="_Toc448153995"/>
      <w:bookmarkStart w:id="26" w:name="_Toc480413991"/>
      <w:bookmarkStart w:id="27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18"/>
      <w:bookmarkEnd w:id="19"/>
      <w:bookmarkEnd w:id="20"/>
      <w:bookmarkEnd w:id="21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2"/>
      <w:bookmarkEnd w:id="23"/>
      <w:bookmarkEnd w:id="24"/>
      <w:bookmarkEnd w:id="25"/>
      <w:bookmarkEnd w:id="26"/>
      <w:bookmarkEnd w:id="27"/>
    </w:p>
    <w:p w14:paraId="4100C91E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285E8148" w14:textId="77777777" w:rsidTr="003D22C9">
        <w:tc>
          <w:tcPr>
            <w:tcW w:w="2943" w:type="dxa"/>
            <w:shd w:val="clear" w:color="auto" w:fill="auto"/>
          </w:tcPr>
          <w:p w14:paraId="5630635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19608F19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0C85DA6C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4C9280C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2B62E8B3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6AD7DC5B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061907F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0953B1C7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239B1B38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762D90A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4D146CB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0D6DC033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1070076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34D93FB5" w14:textId="77777777" w:rsidR="00FC61D3" w:rsidRPr="00FC61D3" w:rsidRDefault="008A1FE9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7CF68DB8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467315E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481C33A8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19A7B5F2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8" w:name="_Toc431976336"/>
      <w:bookmarkStart w:id="29" w:name="_Toc440894812"/>
      <w:bookmarkStart w:id="30" w:name="_Toc448153996"/>
      <w:bookmarkStart w:id="31" w:name="_Toc480413992"/>
      <w:bookmarkStart w:id="32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28"/>
      <w:bookmarkEnd w:id="29"/>
      <w:bookmarkEnd w:id="30"/>
      <w:bookmarkEnd w:id="31"/>
      <w:bookmarkEnd w:id="32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5ED12C04" w14:textId="77777777" w:rsidTr="003D22C9">
        <w:tc>
          <w:tcPr>
            <w:tcW w:w="2943" w:type="dxa"/>
            <w:shd w:val="clear" w:color="auto" w:fill="auto"/>
          </w:tcPr>
          <w:p w14:paraId="51FBC02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4208988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405247DA" w14:textId="77777777" w:rsidTr="003D22C9">
        <w:tc>
          <w:tcPr>
            <w:tcW w:w="2943" w:type="dxa"/>
            <w:shd w:val="clear" w:color="auto" w:fill="auto"/>
          </w:tcPr>
          <w:p w14:paraId="19928AA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25DD92B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7D6F7649" w14:textId="77777777" w:rsidTr="003D22C9">
        <w:tc>
          <w:tcPr>
            <w:tcW w:w="2943" w:type="dxa"/>
            <w:shd w:val="clear" w:color="auto" w:fill="auto"/>
          </w:tcPr>
          <w:p w14:paraId="2F9B5A1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75DB699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01D9F891" w14:textId="77777777" w:rsidTr="003D22C9">
        <w:tc>
          <w:tcPr>
            <w:tcW w:w="2943" w:type="dxa"/>
            <w:shd w:val="clear" w:color="auto" w:fill="auto"/>
          </w:tcPr>
          <w:p w14:paraId="3819CF0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5127E070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hyperlink r:id="rId14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miloslav.misterka@gmail.com</w:t>
              </w:r>
            </w:hyperlink>
          </w:p>
        </w:tc>
      </w:tr>
      <w:bookmarkEnd w:id="8"/>
      <w:bookmarkEnd w:id="9"/>
    </w:tbl>
    <w:p w14:paraId="222177EB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79023069" w14:textId="77777777" w:rsidR="00FC61D3" w:rsidRPr="00147A61" w:rsidRDefault="009E53C2" w:rsidP="00FC61D3">
      <w:pPr>
        <w:pStyle w:val="N1"/>
      </w:pPr>
      <w:bookmarkStart w:id="33" w:name="_Toc502820999"/>
      <w:r>
        <w:lastRenderedPageBreak/>
        <w:t>pOPIS ÚZEMÍ STAVBY</w:t>
      </w:r>
      <w:bookmarkEnd w:id="33"/>
    </w:p>
    <w:p w14:paraId="64082C45" w14:textId="77777777" w:rsidR="00FC61D3" w:rsidRPr="00937ACE" w:rsidRDefault="008D23CE" w:rsidP="008D23CE">
      <w:pPr>
        <w:pStyle w:val="Zkladntext"/>
        <w:numPr>
          <w:ilvl w:val="0"/>
          <w:numId w:val="35"/>
        </w:numPr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Charakteristika stavebního pozemku</w:t>
      </w:r>
    </w:p>
    <w:p w14:paraId="28974449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Práce budou probíhat především na vlastní hrázi vodního díla,</w:t>
      </w:r>
      <w:r w:rsidR="001126C6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ve </w:t>
      </w:r>
      <w:r w:rsidR="00A03C4F">
        <w:rPr>
          <w:rFonts w:asciiTheme="minorHAnsi" w:hAnsiTheme="minorHAnsi"/>
          <w:sz w:val="24"/>
          <w:szCs w:val="24"/>
        </w:rPr>
        <w:t>věži</w:t>
      </w:r>
      <w:r w:rsidR="00EC6D63">
        <w:rPr>
          <w:rFonts w:asciiTheme="minorHAnsi" w:hAnsiTheme="minorHAnsi"/>
          <w:sz w:val="24"/>
          <w:szCs w:val="24"/>
        </w:rPr>
        <w:t xml:space="preserve">, </w:t>
      </w:r>
      <w:r>
        <w:rPr>
          <w:rFonts w:asciiTheme="minorHAnsi" w:hAnsiTheme="minorHAnsi"/>
          <w:sz w:val="24"/>
          <w:szCs w:val="24"/>
        </w:rPr>
        <w:t xml:space="preserve">v areálu </w:t>
      </w:r>
      <w:r w:rsidR="001126C6">
        <w:rPr>
          <w:rFonts w:asciiTheme="minorHAnsi" w:hAnsiTheme="minorHAnsi"/>
          <w:sz w:val="24"/>
          <w:szCs w:val="24"/>
        </w:rPr>
        <w:t>domku hrázného a v limnigrafických stanicích</w:t>
      </w:r>
      <w:r>
        <w:rPr>
          <w:rFonts w:asciiTheme="minorHAnsi" w:hAnsiTheme="minorHAnsi"/>
          <w:sz w:val="24"/>
          <w:szCs w:val="24"/>
        </w:rPr>
        <w:t xml:space="preserve"> na </w:t>
      </w:r>
      <w:r w:rsidR="00FA025C">
        <w:rPr>
          <w:rFonts w:asciiTheme="minorHAnsi" w:hAnsiTheme="minorHAnsi"/>
          <w:sz w:val="24"/>
          <w:szCs w:val="24"/>
        </w:rPr>
        <w:t xml:space="preserve">přítoku a </w:t>
      </w:r>
      <w:r>
        <w:rPr>
          <w:rFonts w:asciiTheme="minorHAnsi" w:hAnsiTheme="minorHAnsi"/>
          <w:sz w:val="24"/>
          <w:szCs w:val="24"/>
        </w:rPr>
        <w:t>odtoku</w:t>
      </w:r>
      <w:r w:rsidR="001162E5">
        <w:rPr>
          <w:rFonts w:asciiTheme="minorHAnsi" w:hAnsiTheme="minorHAnsi"/>
          <w:sz w:val="24"/>
          <w:szCs w:val="24"/>
        </w:rPr>
        <w:t xml:space="preserve">. </w:t>
      </w:r>
      <w:r w:rsidR="00EC6D63">
        <w:rPr>
          <w:rFonts w:asciiTheme="minorHAnsi" w:hAnsiTheme="minorHAnsi"/>
          <w:sz w:val="24"/>
          <w:szCs w:val="24"/>
        </w:rPr>
        <w:t xml:space="preserve"> </w:t>
      </w:r>
    </w:p>
    <w:p w14:paraId="4E23699A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F9724EB" w14:textId="77777777" w:rsidR="000D56EE" w:rsidRPr="00937ACE" w:rsidRDefault="006C2692" w:rsidP="000D56EE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</w:t>
      </w:r>
      <w:r w:rsidR="000D56EE" w:rsidRPr="00937ACE">
        <w:rPr>
          <w:rFonts w:asciiTheme="minorHAnsi" w:hAnsiTheme="minorHAnsi"/>
          <w:b/>
          <w:szCs w:val="24"/>
        </w:rPr>
        <w:t>ýčet a závěry provedených průzkumů a rozborů (geologický průzkum, hydrogeologický průzkum, sta</w:t>
      </w:r>
      <w:r w:rsidRPr="00937ACE">
        <w:rPr>
          <w:rFonts w:asciiTheme="minorHAnsi" w:hAnsiTheme="minorHAnsi"/>
          <w:b/>
          <w:szCs w:val="24"/>
        </w:rPr>
        <w:t>vebně historický průzkum apod.)</w:t>
      </w:r>
    </w:p>
    <w:p w14:paraId="24701B66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Inženýrsko – geologický průzkum </w:t>
      </w:r>
      <w:r>
        <w:rPr>
          <w:rFonts w:asciiTheme="minorHAnsi" w:hAnsiTheme="minorHAnsi"/>
          <w:sz w:val="24"/>
          <w:szCs w:val="24"/>
        </w:rPr>
        <w:t>ne</w:t>
      </w:r>
      <w:r w:rsidRPr="000D56EE">
        <w:rPr>
          <w:rFonts w:asciiTheme="minorHAnsi" w:hAnsiTheme="minorHAnsi"/>
          <w:sz w:val="24"/>
          <w:szCs w:val="24"/>
        </w:rPr>
        <w:t>bude</w:t>
      </w:r>
      <w:r w:rsidR="00937ACE">
        <w:rPr>
          <w:rFonts w:asciiTheme="minorHAnsi" w:hAnsiTheme="minorHAnsi"/>
          <w:sz w:val="24"/>
          <w:szCs w:val="24"/>
        </w:rPr>
        <w:t>,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vzhledem k charakteru stav</w:t>
      </w:r>
      <w:r w:rsidR="006C2692">
        <w:rPr>
          <w:rFonts w:asciiTheme="minorHAnsi" w:hAnsiTheme="minorHAnsi"/>
          <w:sz w:val="24"/>
          <w:szCs w:val="24"/>
        </w:rPr>
        <w:t>b</w:t>
      </w:r>
      <w:r w:rsidR="00937ACE">
        <w:rPr>
          <w:rFonts w:asciiTheme="minorHAnsi" w:hAnsiTheme="minorHAnsi"/>
          <w:sz w:val="24"/>
          <w:szCs w:val="24"/>
        </w:rPr>
        <w:t>y,</w:t>
      </w:r>
      <w:r>
        <w:rPr>
          <w:rFonts w:asciiTheme="minorHAnsi" w:hAnsiTheme="minorHAnsi"/>
          <w:sz w:val="24"/>
          <w:szCs w:val="24"/>
        </w:rPr>
        <w:t xml:space="preserve"> </w:t>
      </w:r>
      <w:r w:rsidRPr="000D56EE">
        <w:rPr>
          <w:rFonts w:asciiTheme="minorHAnsi" w:hAnsiTheme="minorHAnsi"/>
          <w:sz w:val="24"/>
          <w:szCs w:val="24"/>
        </w:rPr>
        <w:t>proveden</w:t>
      </w:r>
      <w:r>
        <w:rPr>
          <w:rFonts w:asciiTheme="minorHAnsi" w:hAnsiTheme="minorHAnsi"/>
          <w:sz w:val="24"/>
          <w:szCs w:val="24"/>
        </w:rPr>
        <w:t>. U staveb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se předpokládají </w:t>
      </w:r>
      <w:r w:rsidRPr="000D56EE">
        <w:rPr>
          <w:rFonts w:asciiTheme="minorHAnsi" w:hAnsiTheme="minorHAnsi"/>
          <w:sz w:val="24"/>
          <w:szCs w:val="24"/>
        </w:rPr>
        <w:t>standardní základové poměry.</w:t>
      </w:r>
    </w:p>
    <w:p w14:paraId="7BD7CB3A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Archeologický průzkum </w:t>
      </w:r>
      <w:r w:rsidR="006C2692">
        <w:rPr>
          <w:rFonts w:asciiTheme="minorHAnsi" w:hAnsiTheme="minorHAnsi"/>
          <w:sz w:val="24"/>
          <w:szCs w:val="24"/>
        </w:rPr>
        <w:t>také nebude</w:t>
      </w:r>
      <w:r w:rsidRPr="000D56EE">
        <w:rPr>
          <w:rFonts w:asciiTheme="minorHAnsi" w:hAnsiTheme="minorHAnsi"/>
          <w:sz w:val="24"/>
          <w:szCs w:val="24"/>
        </w:rPr>
        <w:t xml:space="preserve"> proveden. Nepředpokládáme, že by vznikla potřeba tohoto průzkumu</w:t>
      </w:r>
      <w:r w:rsidR="006C2692">
        <w:rPr>
          <w:rFonts w:asciiTheme="minorHAnsi" w:hAnsiTheme="minorHAnsi"/>
          <w:sz w:val="24"/>
          <w:szCs w:val="24"/>
        </w:rPr>
        <w:t xml:space="preserve"> vzhledem k charakteru staveb</w:t>
      </w:r>
      <w:r w:rsidRPr="000D56EE">
        <w:rPr>
          <w:rFonts w:asciiTheme="minorHAnsi" w:hAnsiTheme="minorHAnsi"/>
          <w:sz w:val="24"/>
          <w:szCs w:val="24"/>
        </w:rPr>
        <w:t>.</w:t>
      </w:r>
    </w:p>
    <w:p w14:paraId="209C7299" w14:textId="77777777" w:rsid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Stavebně historický průzkum stávajících objektů nebude proveden. Stávající objekty </w:t>
      </w:r>
      <w:r w:rsidR="006C2692">
        <w:rPr>
          <w:rFonts w:asciiTheme="minorHAnsi" w:hAnsiTheme="minorHAnsi"/>
          <w:sz w:val="24"/>
          <w:szCs w:val="24"/>
        </w:rPr>
        <w:t>nebudou stavbou významně zasaženy</w:t>
      </w:r>
      <w:r w:rsidRPr="000D56EE">
        <w:rPr>
          <w:rFonts w:asciiTheme="minorHAnsi" w:hAnsiTheme="minorHAnsi"/>
          <w:sz w:val="24"/>
          <w:szCs w:val="24"/>
        </w:rPr>
        <w:t>, nejedná se o objekty, které jsou pod ochranou státní památkové péče, ani se nenachází v zóně památkové ochrany.</w:t>
      </w:r>
    </w:p>
    <w:p w14:paraId="2CE51B3E" w14:textId="77777777" w:rsidR="00937ACE" w:rsidRPr="000D56E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C52F42F" w14:textId="77777777" w:rsidR="006C2692" w:rsidRPr="00937ACE" w:rsidRDefault="006C2692" w:rsidP="006C2692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Stávající ochranná a bezpečnostní pásma</w:t>
      </w:r>
    </w:p>
    <w:p w14:paraId="456EA709" w14:textId="77777777" w:rsid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 ohledem na charakter stavby</w:t>
      </w:r>
      <w:r w:rsidR="006C2692" w:rsidRPr="006C2692">
        <w:rPr>
          <w:rFonts w:asciiTheme="minorHAnsi" w:hAnsiTheme="minorHAnsi"/>
          <w:sz w:val="24"/>
          <w:szCs w:val="24"/>
        </w:rPr>
        <w:t xml:space="preserve"> nebude narušovat ochranná bezpečnostní pásma, </w:t>
      </w:r>
      <w:r w:rsidR="006C2692">
        <w:rPr>
          <w:rFonts w:asciiTheme="minorHAnsi" w:hAnsiTheme="minorHAnsi"/>
          <w:sz w:val="24"/>
          <w:szCs w:val="24"/>
        </w:rPr>
        <w:t xml:space="preserve">ani </w:t>
      </w:r>
      <w:r>
        <w:rPr>
          <w:rFonts w:asciiTheme="minorHAnsi" w:hAnsiTheme="minorHAnsi"/>
          <w:sz w:val="24"/>
          <w:szCs w:val="24"/>
        </w:rPr>
        <w:t>narušovat zemědělský půdní fond</w:t>
      </w:r>
      <w:r w:rsidR="006C2692">
        <w:rPr>
          <w:rFonts w:asciiTheme="minorHAnsi" w:hAnsiTheme="minorHAnsi"/>
          <w:sz w:val="24"/>
          <w:szCs w:val="24"/>
        </w:rPr>
        <w:t>.</w:t>
      </w:r>
      <w:r w:rsidR="006C2692" w:rsidRPr="006C2692">
        <w:rPr>
          <w:rFonts w:asciiTheme="minorHAnsi" w:hAnsiTheme="minorHAnsi"/>
          <w:sz w:val="24"/>
          <w:szCs w:val="24"/>
        </w:rPr>
        <w:t xml:space="preserve"> Další stávající ochranná a bezpečnostní pásma nejsou známa.</w:t>
      </w:r>
      <w:r w:rsidR="006C2692">
        <w:rPr>
          <w:rFonts w:asciiTheme="minorHAnsi" w:hAnsiTheme="minorHAnsi"/>
          <w:sz w:val="24"/>
          <w:szCs w:val="24"/>
        </w:rPr>
        <w:t xml:space="preserve"> Vlivem stavby nebudou narušeny ani ochranná pásma inženýrských sítí.</w:t>
      </w:r>
    </w:p>
    <w:p w14:paraId="410AD6C4" w14:textId="77777777" w:rsidR="00937ACE" w:rsidRP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7DDF684" w14:textId="77777777" w:rsidR="00D33F27" w:rsidRPr="00937ACE" w:rsidRDefault="00D33F27" w:rsidP="00D33F27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Poloha vzhledem k</w:t>
      </w:r>
      <w:r w:rsidR="00937ACE">
        <w:rPr>
          <w:rFonts w:asciiTheme="minorHAnsi" w:hAnsiTheme="minorHAnsi"/>
          <w:b/>
          <w:szCs w:val="24"/>
        </w:rPr>
        <w:t> </w:t>
      </w:r>
      <w:r w:rsidRPr="00937ACE">
        <w:rPr>
          <w:rFonts w:asciiTheme="minorHAnsi" w:hAnsiTheme="minorHAnsi"/>
          <w:b/>
          <w:szCs w:val="24"/>
        </w:rPr>
        <w:t>záplavovému ú</w:t>
      </w:r>
      <w:r w:rsidR="003A6DD9" w:rsidRPr="00937ACE">
        <w:rPr>
          <w:rFonts w:asciiTheme="minorHAnsi" w:hAnsiTheme="minorHAnsi"/>
          <w:b/>
          <w:szCs w:val="24"/>
        </w:rPr>
        <w:t>zemí, poddolovanému území apod.</w:t>
      </w:r>
    </w:p>
    <w:p w14:paraId="79471392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Většina stavebních prací bude probíhat mimo záplavové území, pouze práce v limnigrafické stanici mohou být dotčeny záplavou, nicméně nezhorší odtokové poměry. Práce v limnigrafické stanici budou po čas povodně přerušeny. N</w:t>
      </w:r>
      <w:r w:rsidR="003A6DD9" w:rsidRPr="003A6DD9">
        <w:rPr>
          <w:rFonts w:asciiTheme="minorHAnsi" w:hAnsiTheme="minorHAnsi"/>
          <w:sz w:val="24"/>
          <w:szCs w:val="24"/>
        </w:rPr>
        <w:t xml:space="preserve">icméně důležité komponenty zajišťující funkčnost jsou umístěné </w:t>
      </w:r>
      <w:r w:rsidR="003A6DD9">
        <w:rPr>
          <w:rFonts w:asciiTheme="minorHAnsi" w:hAnsiTheme="minorHAnsi"/>
          <w:sz w:val="24"/>
          <w:szCs w:val="24"/>
        </w:rPr>
        <w:t xml:space="preserve">svojí polohou </w:t>
      </w:r>
      <w:r w:rsidR="003A6DD9" w:rsidRPr="003A6DD9">
        <w:rPr>
          <w:rFonts w:asciiTheme="minorHAnsi" w:hAnsiTheme="minorHAnsi"/>
          <w:sz w:val="24"/>
          <w:szCs w:val="24"/>
        </w:rPr>
        <w:t xml:space="preserve">mimo </w:t>
      </w:r>
      <w:r>
        <w:rPr>
          <w:rFonts w:asciiTheme="minorHAnsi" w:hAnsiTheme="minorHAnsi"/>
          <w:sz w:val="24"/>
          <w:szCs w:val="24"/>
        </w:rPr>
        <w:t xml:space="preserve">nebo nad </w:t>
      </w:r>
      <w:r w:rsidR="003A6DD9" w:rsidRPr="003A6DD9">
        <w:rPr>
          <w:rFonts w:asciiTheme="minorHAnsi" w:hAnsiTheme="minorHAnsi"/>
          <w:sz w:val="24"/>
          <w:szCs w:val="24"/>
        </w:rPr>
        <w:t xml:space="preserve">záplavovou </w:t>
      </w:r>
      <w:r>
        <w:rPr>
          <w:rFonts w:asciiTheme="minorHAnsi" w:hAnsiTheme="minorHAnsi"/>
          <w:sz w:val="24"/>
          <w:szCs w:val="24"/>
        </w:rPr>
        <w:t>hladinu</w:t>
      </w:r>
      <w:r w:rsidR="003A6DD9" w:rsidRPr="003A6DD9">
        <w:rPr>
          <w:rFonts w:asciiTheme="minorHAnsi" w:hAnsiTheme="minorHAnsi"/>
          <w:sz w:val="24"/>
          <w:szCs w:val="24"/>
        </w:rPr>
        <w:t>.</w:t>
      </w:r>
      <w:r w:rsidR="003A6DD9">
        <w:rPr>
          <w:rFonts w:asciiTheme="minorHAnsi" w:hAnsiTheme="minorHAnsi"/>
          <w:sz w:val="24"/>
          <w:szCs w:val="24"/>
        </w:rPr>
        <w:t xml:space="preserve"> </w:t>
      </w:r>
      <w:r w:rsidR="003A6DD9" w:rsidRPr="003A6DD9">
        <w:rPr>
          <w:rFonts w:asciiTheme="minorHAnsi" w:hAnsiTheme="minorHAnsi"/>
          <w:sz w:val="24"/>
          <w:szCs w:val="24"/>
        </w:rPr>
        <w:t>Poddolované území není předpokládáno.</w:t>
      </w:r>
    </w:p>
    <w:p w14:paraId="36C6BE47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17E758D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Vliv stavby na okolní stavby a pozemky, ochrana okolí, vliv stavby na odtokové poměry v území.</w:t>
      </w:r>
    </w:p>
    <w:p w14:paraId="6B7047D6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Žádný </w:t>
      </w:r>
      <w:r w:rsidR="003A6DD9" w:rsidRPr="003A6DD9">
        <w:rPr>
          <w:rFonts w:asciiTheme="minorHAnsi" w:hAnsiTheme="minorHAnsi"/>
          <w:sz w:val="24"/>
          <w:szCs w:val="24"/>
        </w:rPr>
        <w:t>ze staveb</w:t>
      </w:r>
      <w:r>
        <w:rPr>
          <w:rFonts w:asciiTheme="minorHAnsi" w:hAnsiTheme="minorHAnsi"/>
          <w:sz w:val="24"/>
          <w:szCs w:val="24"/>
        </w:rPr>
        <w:t>ních objektů</w:t>
      </w:r>
      <w:r w:rsidR="003A6DD9" w:rsidRPr="003A6DD9">
        <w:rPr>
          <w:rFonts w:asciiTheme="minorHAnsi" w:hAnsiTheme="minorHAnsi"/>
          <w:sz w:val="24"/>
          <w:szCs w:val="24"/>
        </w:rPr>
        <w:t xml:space="preserve"> nebude mít vliv na okolní pozemky, nebudou změněny ani odtokové poměry v území. Navržená stavba nezasahuje na sousední pozemky a neznemožňuje zástavbu sousedních pozemků.</w:t>
      </w:r>
    </w:p>
    <w:p w14:paraId="4D80BDA0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EF78342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Požadavky na asanace, demolice, kácení dřevin</w:t>
      </w:r>
    </w:p>
    <w:p w14:paraId="5873568A" w14:textId="77777777" w:rsidR="003A6DD9" w:rsidRDefault="003A6DD9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A6DD9">
        <w:rPr>
          <w:rFonts w:asciiTheme="minorHAnsi" w:hAnsiTheme="minorHAnsi"/>
          <w:sz w:val="24"/>
          <w:szCs w:val="24"/>
        </w:rPr>
        <w:t>V souvislosti s</w:t>
      </w:r>
      <w:r>
        <w:rPr>
          <w:rFonts w:asciiTheme="minorHAnsi" w:hAnsiTheme="minorHAnsi"/>
          <w:sz w:val="24"/>
          <w:szCs w:val="24"/>
        </w:rPr>
        <w:t> předpokládanými pracemi nevzniknou</w:t>
      </w:r>
      <w:r w:rsidRPr="003A6DD9">
        <w:rPr>
          <w:rFonts w:asciiTheme="minorHAnsi" w:hAnsiTheme="minorHAnsi"/>
          <w:sz w:val="24"/>
          <w:szCs w:val="24"/>
        </w:rPr>
        <w:t xml:space="preserve"> žádné požadavky na asanace.</w:t>
      </w:r>
      <w:r w:rsidR="00282D35">
        <w:rPr>
          <w:rFonts w:asciiTheme="minorHAnsi" w:hAnsiTheme="minorHAnsi"/>
          <w:sz w:val="24"/>
          <w:szCs w:val="24"/>
        </w:rPr>
        <w:t xml:space="preserve"> Kácení dřevin není navrhováno. </w:t>
      </w:r>
    </w:p>
    <w:p w14:paraId="5BCBC49F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lastRenderedPageBreak/>
        <w:t>Požadavky na maximální zábory zemědělského půdního fondu nebo pozemků určených k plnění</w:t>
      </w:r>
      <w:r w:rsidR="00937ACE" w:rsidRPr="00937ACE">
        <w:rPr>
          <w:rFonts w:asciiTheme="minorHAnsi" w:hAnsiTheme="minorHAnsi"/>
          <w:b/>
          <w:szCs w:val="24"/>
        </w:rPr>
        <w:t xml:space="preserve"> funkce lesa (dočasné / trvalé)</w:t>
      </w:r>
    </w:p>
    <w:p w14:paraId="3342F575" w14:textId="77777777" w:rsid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>Trvalý zábor zemědělského půdního fondu nebude řešen. Nevzniká požadavek na zábor pozemků určených k plnění funkce lesa.</w:t>
      </w:r>
    </w:p>
    <w:p w14:paraId="2ACF6059" w14:textId="77777777" w:rsidR="00937ACE" w:rsidRPr="00282D35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0AFFDD0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Územně technické podmínky (zejména možnost napojení na stávající doprav</w:t>
      </w:r>
      <w:r w:rsidR="00937ACE">
        <w:rPr>
          <w:rFonts w:asciiTheme="minorHAnsi" w:hAnsiTheme="minorHAnsi"/>
          <w:b/>
          <w:szCs w:val="24"/>
        </w:rPr>
        <w:t>ní a technickou infrastrukturu)</w:t>
      </w:r>
    </w:p>
    <w:p w14:paraId="2AA8F958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vodní dílo je napojeno</w:t>
      </w:r>
      <w:r w:rsidR="00282D35" w:rsidRPr="00282D35">
        <w:rPr>
          <w:rFonts w:asciiTheme="minorHAnsi" w:hAnsiTheme="minorHAnsi"/>
          <w:sz w:val="24"/>
          <w:szCs w:val="24"/>
        </w:rPr>
        <w:t xml:space="preserve"> přípojkami na veřejné rozvody vody, kanalizace, plynu, silnoproudu a telefonu. Přípojky tedy nebudou řešeny.</w:t>
      </w:r>
    </w:p>
    <w:p w14:paraId="2F726449" w14:textId="77777777" w:rsidR="00282D35" w:rsidRP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 xml:space="preserve">  </w:t>
      </w:r>
    </w:p>
    <w:p w14:paraId="527E0AA7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cs="Arial"/>
          <w:b/>
          <w:sz w:val="20"/>
        </w:rPr>
      </w:pPr>
      <w:r w:rsidRPr="00937ACE">
        <w:rPr>
          <w:rFonts w:asciiTheme="minorHAnsi" w:hAnsiTheme="minorHAnsi"/>
          <w:b/>
          <w:szCs w:val="24"/>
        </w:rPr>
        <w:t>Věcné a časové vazby stavby, podmiňující, vyvolané, související investice</w:t>
      </w:r>
    </w:p>
    <w:p w14:paraId="486B831B" w14:textId="77777777" w:rsidR="000D56EE" w:rsidRPr="000D56EE" w:rsidRDefault="00A03C4F" w:rsidP="00243A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Nejsou</w:t>
      </w:r>
      <w:r w:rsidR="001126C6">
        <w:rPr>
          <w:rFonts w:asciiTheme="minorHAnsi" w:hAnsiTheme="minorHAnsi"/>
          <w:sz w:val="24"/>
          <w:szCs w:val="24"/>
        </w:rPr>
        <w:t>.</w:t>
      </w:r>
      <w:r w:rsidR="00663F31">
        <w:rPr>
          <w:rFonts w:asciiTheme="minorHAnsi" w:hAnsiTheme="minorHAnsi"/>
          <w:sz w:val="24"/>
          <w:szCs w:val="24"/>
        </w:rPr>
        <w:t xml:space="preserve"> </w:t>
      </w:r>
    </w:p>
    <w:p w14:paraId="5F9185DD" w14:textId="77777777" w:rsidR="00FC61D3" w:rsidRDefault="009E53C2" w:rsidP="00FC61D3">
      <w:pPr>
        <w:pStyle w:val="N1"/>
      </w:pPr>
      <w:bookmarkStart w:id="34" w:name="_Toc502821000"/>
      <w:r>
        <w:t>Celkový popis stavby</w:t>
      </w:r>
      <w:bookmarkEnd w:id="34"/>
    </w:p>
    <w:p w14:paraId="6CC94E11" w14:textId="77777777" w:rsidR="00243AE8" w:rsidRPr="00937ACE" w:rsidRDefault="003E4B21" w:rsidP="003E4B21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 xml:space="preserve">B 2.1 </w:t>
      </w:r>
      <w:r w:rsidR="00243AE8" w:rsidRPr="00937ACE">
        <w:rPr>
          <w:rFonts w:asciiTheme="minorHAnsi" w:hAnsiTheme="minorHAnsi"/>
          <w:b/>
          <w:szCs w:val="24"/>
        </w:rPr>
        <w:t>Účel užívání stavby, základní kapacity funkčních jednotek</w:t>
      </w:r>
    </w:p>
    <w:p w14:paraId="01C4D9C4" w14:textId="77777777" w:rsidR="003E4B21" w:rsidRPr="003E4B21" w:rsidRDefault="003E4B21" w:rsidP="003E4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E4B21">
        <w:rPr>
          <w:rFonts w:asciiTheme="minorHAnsi" w:hAnsiTheme="minorHAnsi"/>
          <w:sz w:val="24"/>
          <w:szCs w:val="24"/>
        </w:rPr>
        <w:t xml:space="preserve">Účel užívání </w:t>
      </w:r>
      <w:r w:rsidR="00783CE8">
        <w:rPr>
          <w:rFonts w:asciiTheme="minorHAnsi" w:hAnsiTheme="minorHAnsi"/>
          <w:sz w:val="24"/>
          <w:szCs w:val="24"/>
        </w:rPr>
        <w:t>VD</w:t>
      </w:r>
      <w:r w:rsidRPr="003E4B21">
        <w:rPr>
          <w:rFonts w:asciiTheme="minorHAnsi" w:hAnsiTheme="minorHAnsi"/>
          <w:sz w:val="24"/>
          <w:szCs w:val="24"/>
        </w:rPr>
        <w:t xml:space="preserve"> </w:t>
      </w:r>
      <w:r w:rsidR="009131D5">
        <w:rPr>
          <w:rFonts w:asciiTheme="minorHAnsi" w:hAnsiTheme="minorHAnsi"/>
          <w:sz w:val="24"/>
          <w:szCs w:val="24"/>
        </w:rPr>
        <w:t>Plumlov</w:t>
      </w:r>
      <w:r w:rsidR="00937ACE">
        <w:rPr>
          <w:rFonts w:asciiTheme="minorHAnsi" w:hAnsiTheme="minorHAnsi"/>
          <w:sz w:val="24"/>
          <w:szCs w:val="24"/>
        </w:rPr>
        <w:t xml:space="preserve"> </w:t>
      </w:r>
      <w:r w:rsidRPr="003E4B21">
        <w:rPr>
          <w:rFonts w:asciiTheme="minorHAnsi" w:hAnsiTheme="minorHAnsi"/>
          <w:sz w:val="24"/>
          <w:szCs w:val="24"/>
        </w:rPr>
        <w:t>zůstává stávající</w:t>
      </w:r>
      <w:r w:rsidR="00783CE8">
        <w:rPr>
          <w:rFonts w:asciiTheme="minorHAnsi" w:hAnsiTheme="minorHAnsi"/>
          <w:sz w:val="24"/>
          <w:szCs w:val="24"/>
        </w:rPr>
        <w:t>,</w:t>
      </w:r>
      <w:r w:rsidR="00937ACE">
        <w:rPr>
          <w:rFonts w:asciiTheme="minorHAnsi" w:hAnsiTheme="minorHAnsi"/>
          <w:sz w:val="24"/>
          <w:szCs w:val="24"/>
        </w:rPr>
        <w:t xml:space="preserve"> nebudou měněny základní parametry vodního díla ani jeho kapacity. Stavba zahrnuje </w:t>
      </w:r>
      <w:r w:rsidR="003A510F">
        <w:rPr>
          <w:rFonts w:asciiTheme="minorHAnsi" w:hAnsiTheme="minorHAnsi"/>
          <w:sz w:val="24"/>
          <w:szCs w:val="24"/>
        </w:rPr>
        <w:t xml:space="preserve">modernizaci a rekonstrukci komplexního automatického monitoringu na vodním díle a </w:t>
      </w:r>
      <w:r w:rsidR="00783CE8">
        <w:rPr>
          <w:rFonts w:asciiTheme="minorHAnsi" w:hAnsiTheme="minorHAnsi"/>
          <w:sz w:val="24"/>
          <w:szCs w:val="24"/>
        </w:rPr>
        <w:t xml:space="preserve">souvisejících limnigrafech. </w:t>
      </w:r>
    </w:p>
    <w:p w14:paraId="77E2E3C8" w14:textId="77777777" w:rsidR="003E4B21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</w:t>
      </w:r>
      <w:r w:rsidR="00783CE8" w:rsidRPr="00783CE8">
        <w:rPr>
          <w:rFonts w:asciiTheme="minorHAnsi" w:hAnsiTheme="minorHAnsi"/>
          <w:sz w:val="24"/>
          <w:szCs w:val="24"/>
        </w:rPr>
        <w:t xml:space="preserve">edná </w:t>
      </w:r>
      <w:r>
        <w:rPr>
          <w:rFonts w:asciiTheme="minorHAnsi" w:hAnsiTheme="minorHAnsi"/>
          <w:sz w:val="24"/>
          <w:szCs w:val="24"/>
        </w:rPr>
        <w:t xml:space="preserve">se </w:t>
      </w:r>
      <w:r w:rsidR="00783CE8" w:rsidRPr="00783CE8">
        <w:rPr>
          <w:rFonts w:asciiTheme="minorHAnsi" w:hAnsiTheme="minorHAnsi"/>
          <w:sz w:val="24"/>
          <w:szCs w:val="24"/>
        </w:rPr>
        <w:t xml:space="preserve">o výměnu </w:t>
      </w:r>
      <w:r>
        <w:rPr>
          <w:rFonts w:asciiTheme="minorHAnsi" w:hAnsiTheme="minorHAnsi"/>
          <w:sz w:val="24"/>
          <w:szCs w:val="24"/>
        </w:rPr>
        <w:t xml:space="preserve">a modernizaci </w:t>
      </w:r>
      <w:r w:rsidR="00783CE8" w:rsidRPr="00783CE8">
        <w:rPr>
          <w:rFonts w:asciiTheme="minorHAnsi" w:hAnsiTheme="minorHAnsi"/>
          <w:sz w:val="24"/>
          <w:szCs w:val="24"/>
        </w:rPr>
        <w:t xml:space="preserve">stávajících </w:t>
      </w:r>
      <w:r>
        <w:rPr>
          <w:rFonts w:asciiTheme="minorHAnsi" w:hAnsiTheme="minorHAnsi"/>
          <w:sz w:val="24"/>
          <w:szCs w:val="24"/>
        </w:rPr>
        <w:t xml:space="preserve">měřících míst, jejich </w:t>
      </w:r>
      <w:r w:rsidR="00783CE8" w:rsidRPr="00783CE8">
        <w:rPr>
          <w:rFonts w:asciiTheme="minorHAnsi" w:hAnsiTheme="minorHAnsi"/>
          <w:sz w:val="24"/>
          <w:szCs w:val="24"/>
        </w:rPr>
        <w:t xml:space="preserve">komponent </w:t>
      </w:r>
      <w:r w:rsidR="00783CE8">
        <w:rPr>
          <w:rFonts w:asciiTheme="minorHAnsi" w:hAnsiTheme="minorHAnsi"/>
          <w:sz w:val="24"/>
          <w:szCs w:val="24"/>
        </w:rPr>
        <w:t>včetně snímačů</w:t>
      </w:r>
      <w:r>
        <w:rPr>
          <w:rFonts w:asciiTheme="minorHAnsi" w:hAnsiTheme="minorHAnsi"/>
          <w:sz w:val="24"/>
          <w:szCs w:val="24"/>
        </w:rPr>
        <w:t>. Tato modernizace zahrnuje především výměnu zařízení měřících hladinu v </w:t>
      </w:r>
      <w:r w:rsidR="001162E5">
        <w:rPr>
          <w:rFonts w:asciiTheme="minorHAnsi" w:hAnsiTheme="minorHAnsi"/>
          <w:sz w:val="24"/>
          <w:szCs w:val="24"/>
        </w:rPr>
        <w:t xml:space="preserve">nádrži, </w:t>
      </w:r>
      <w:r w:rsidR="00F224D6">
        <w:rPr>
          <w:rFonts w:asciiTheme="minorHAnsi" w:hAnsiTheme="minorHAnsi"/>
          <w:sz w:val="24"/>
          <w:szCs w:val="24"/>
        </w:rPr>
        <w:t>teplotu</w:t>
      </w:r>
      <w:r w:rsidR="001162E5">
        <w:rPr>
          <w:rFonts w:asciiTheme="minorHAnsi" w:hAnsiTheme="minorHAnsi"/>
          <w:sz w:val="24"/>
          <w:szCs w:val="24"/>
        </w:rPr>
        <w:t xml:space="preserve"> vzduchu</w:t>
      </w:r>
      <w:r w:rsidR="00EC6D63">
        <w:rPr>
          <w:rFonts w:asciiTheme="minorHAnsi" w:hAnsiTheme="minorHAnsi"/>
          <w:sz w:val="24"/>
          <w:szCs w:val="24"/>
        </w:rPr>
        <w:t>.</w:t>
      </w:r>
      <w:r w:rsidR="00A03C4F">
        <w:rPr>
          <w:rFonts w:asciiTheme="minorHAnsi" w:hAnsiTheme="minorHAnsi"/>
          <w:sz w:val="24"/>
          <w:szCs w:val="24"/>
        </w:rPr>
        <w:t xml:space="preserve"> Dále bude provedeno</w:t>
      </w:r>
      <w:r w:rsidR="00DC7CC6">
        <w:rPr>
          <w:rFonts w:asciiTheme="minorHAnsi" w:hAnsiTheme="minorHAnsi"/>
          <w:sz w:val="24"/>
          <w:szCs w:val="24"/>
        </w:rPr>
        <w:t xml:space="preserve"> </w:t>
      </w:r>
      <w:r w:rsidR="00A03C4F">
        <w:rPr>
          <w:rFonts w:asciiTheme="minorHAnsi" w:hAnsiTheme="minorHAnsi"/>
          <w:sz w:val="24"/>
          <w:szCs w:val="24"/>
        </w:rPr>
        <w:t>položení</w:t>
      </w:r>
      <w:r w:rsidR="001126C6">
        <w:rPr>
          <w:rFonts w:asciiTheme="minorHAnsi" w:hAnsiTheme="minorHAnsi"/>
          <w:sz w:val="24"/>
          <w:szCs w:val="24"/>
        </w:rPr>
        <w:t xml:space="preserve"> nová kabelizace</w:t>
      </w:r>
      <w:r w:rsidR="00DC7CC6">
        <w:rPr>
          <w:rFonts w:asciiTheme="minorHAnsi" w:hAnsiTheme="minorHAnsi"/>
          <w:sz w:val="24"/>
          <w:szCs w:val="24"/>
        </w:rPr>
        <w:t>.</w:t>
      </w:r>
      <w:r w:rsidR="00EC6D63">
        <w:rPr>
          <w:rFonts w:asciiTheme="minorHAnsi" w:hAnsiTheme="minorHAnsi"/>
          <w:sz w:val="24"/>
          <w:szCs w:val="24"/>
        </w:rPr>
        <w:t xml:space="preserve"> </w:t>
      </w:r>
      <w:r w:rsidR="001126C6">
        <w:rPr>
          <w:rFonts w:asciiTheme="minorHAnsi" w:hAnsiTheme="minorHAnsi"/>
          <w:sz w:val="24"/>
          <w:szCs w:val="24"/>
        </w:rPr>
        <w:t>Zcela nově bud</w:t>
      </w:r>
      <w:r w:rsidR="00A03C4F">
        <w:rPr>
          <w:rFonts w:asciiTheme="minorHAnsi" w:hAnsiTheme="minorHAnsi"/>
          <w:sz w:val="24"/>
          <w:szCs w:val="24"/>
        </w:rPr>
        <w:t>ou</w:t>
      </w:r>
      <w:r w:rsidR="001126C6">
        <w:rPr>
          <w:rFonts w:asciiTheme="minorHAnsi" w:hAnsiTheme="minorHAnsi"/>
          <w:sz w:val="24"/>
          <w:szCs w:val="24"/>
        </w:rPr>
        <w:t xml:space="preserve"> </w:t>
      </w:r>
      <w:r w:rsidR="00EC6D63">
        <w:rPr>
          <w:rFonts w:asciiTheme="minorHAnsi" w:hAnsiTheme="minorHAnsi"/>
          <w:sz w:val="24"/>
          <w:szCs w:val="24"/>
        </w:rPr>
        <w:t>zrealizován</w:t>
      </w:r>
      <w:r w:rsidR="001126C6">
        <w:rPr>
          <w:rFonts w:asciiTheme="minorHAnsi" w:hAnsiTheme="minorHAnsi"/>
          <w:sz w:val="24"/>
          <w:szCs w:val="24"/>
        </w:rPr>
        <w:t>a nová měření</w:t>
      </w:r>
      <w:r w:rsidR="00EC6D63">
        <w:rPr>
          <w:rFonts w:asciiTheme="minorHAnsi" w:hAnsiTheme="minorHAnsi"/>
          <w:sz w:val="24"/>
          <w:szCs w:val="24"/>
        </w:rPr>
        <w:t xml:space="preserve"> </w:t>
      </w:r>
      <w:r w:rsidR="00644849">
        <w:rPr>
          <w:rFonts w:asciiTheme="minorHAnsi" w:hAnsiTheme="minorHAnsi"/>
          <w:sz w:val="24"/>
          <w:szCs w:val="24"/>
        </w:rPr>
        <w:t>TBD</w:t>
      </w:r>
      <w:r>
        <w:rPr>
          <w:rFonts w:asciiTheme="minorHAnsi" w:hAnsiTheme="minorHAnsi"/>
          <w:sz w:val="24"/>
          <w:szCs w:val="24"/>
        </w:rPr>
        <w:t xml:space="preserve">. </w:t>
      </w:r>
      <w:r w:rsidR="00783CE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Tato data budou koncentrována</w:t>
      </w:r>
      <w:r w:rsidR="00644849">
        <w:rPr>
          <w:rFonts w:asciiTheme="minorHAnsi" w:hAnsiTheme="minorHAnsi"/>
          <w:sz w:val="24"/>
          <w:szCs w:val="24"/>
        </w:rPr>
        <w:t xml:space="preserve"> na několika místech</w:t>
      </w:r>
      <w:r w:rsidR="00EC6D63">
        <w:rPr>
          <w:rFonts w:asciiTheme="minorHAnsi" w:hAnsiTheme="minorHAnsi"/>
          <w:sz w:val="24"/>
          <w:szCs w:val="24"/>
        </w:rPr>
        <w:t xml:space="preserve"> a následně nasměrována</w:t>
      </w:r>
      <w:r>
        <w:rPr>
          <w:rFonts w:asciiTheme="minorHAnsi" w:hAnsiTheme="minorHAnsi"/>
          <w:sz w:val="24"/>
          <w:szCs w:val="24"/>
        </w:rPr>
        <w:t xml:space="preserve"> </w:t>
      </w:r>
      <w:r w:rsidR="00783CE8" w:rsidRPr="00783CE8">
        <w:rPr>
          <w:rFonts w:asciiTheme="minorHAnsi" w:hAnsiTheme="minorHAnsi"/>
          <w:sz w:val="24"/>
          <w:szCs w:val="24"/>
        </w:rPr>
        <w:t>přenos</w:t>
      </w:r>
      <w:r>
        <w:rPr>
          <w:rFonts w:asciiTheme="minorHAnsi" w:hAnsiTheme="minorHAnsi"/>
          <w:sz w:val="24"/>
          <w:szCs w:val="24"/>
        </w:rPr>
        <w:t>em</w:t>
      </w:r>
      <w:r w:rsidR="00783CE8" w:rsidRPr="00783CE8">
        <w:rPr>
          <w:rFonts w:asciiTheme="minorHAnsi" w:hAnsiTheme="minorHAnsi"/>
          <w:sz w:val="24"/>
          <w:szCs w:val="24"/>
        </w:rPr>
        <w:t xml:space="preserve"> fyzikálních dat </w:t>
      </w:r>
      <w:r>
        <w:rPr>
          <w:rFonts w:asciiTheme="minorHAnsi" w:hAnsiTheme="minorHAnsi"/>
          <w:sz w:val="24"/>
          <w:szCs w:val="24"/>
        </w:rPr>
        <w:t xml:space="preserve">do kanceláře hrázného a </w:t>
      </w:r>
      <w:r w:rsidR="00783CE8" w:rsidRPr="00783CE8">
        <w:rPr>
          <w:rFonts w:asciiTheme="minorHAnsi" w:hAnsiTheme="minorHAnsi"/>
          <w:sz w:val="24"/>
          <w:szCs w:val="24"/>
        </w:rPr>
        <w:t xml:space="preserve">na </w:t>
      </w:r>
      <w:r>
        <w:rPr>
          <w:rFonts w:asciiTheme="minorHAnsi" w:hAnsiTheme="minorHAnsi"/>
          <w:sz w:val="24"/>
          <w:szCs w:val="24"/>
        </w:rPr>
        <w:t>vodohospodářský dispečink v Brně. V rámci stavby budou nahrazeny některé části kabelového vedení</w:t>
      </w:r>
      <w:r w:rsidR="00EC6D63">
        <w:rPr>
          <w:rFonts w:asciiTheme="minorHAnsi" w:hAnsiTheme="minorHAnsi"/>
          <w:sz w:val="24"/>
          <w:szCs w:val="24"/>
        </w:rPr>
        <w:t xml:space="preserve"> nebo bude položeno zcela nové vedení</w:t>
      </w:r>
      <w:r>
        <w:rPr>
          <w:rFonts w:asciiTheme="minorHAnsi" w:hAnsiTheme="minorHAnsi"/>
          <w:sz w:val="24"/>
          <w:szCs w:val="24"/>
        </w:rPr>
        <w:t xml:space="preserve">. </w:t>
      </w:r>
      <w:r w:rsidR="00D812A4">
        <w:rPr>
          <w:rFonts w:asciiTheme="minorHAnsi" w:hAnsiTheme="minorHAnsi"/>
          <w:sz w:val="24"/>
          <w:szCs w:val="24"/>
        </w:rPr>
        <w:t>V rámci projektu dojde i k </w:t>
      </w:r>
      <w:r>
        <w:rPr>
          <w:rFonts w:asciiTheme="minorHAnsi" w:hAnsiTheme="minorHAnsi"/>
          <w:sz w:val="24"/>
          <w:szCs w:val="24"/>
        </w:rPr>
        <w:t>výměně technologie v kanceláři</w:t>
      </w:r>
      <w:r w:rsidR="00D812A4">
        <w:rPr>
          <w:rFonts w:asciiTheme="minorHAnsi" w:hAnsiTheme="minorHAnsi"/>
          <w:sz w:val="24"/>
          <w:szCs w:val="24"/>
        </w:rPr>
        <w:t xml:space="preserve"> hrázného v souvislosti s modernizací celkového měření. </w:t>
      </w:r>
    </w:p>
    <w:p w14:paraId="5649569C" w14:textId="77777777" w:rsidR="003A510F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Podrobnější popis celkového řešení je uveden v Technické zprávě. </w:t>
      </w:r>
    </w:p>
    <w:p w14:paraId="568C7F41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B.2.2 Celkové urbanistické a architektonické řešení</w:t>
      </w:r>
    </w:p>
    <w:p w14:paraId="66FABF9F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Projekt svým obsahem nezasahuje do urbanistického ani architektonického řešení.</w:t>
      </w:r>
    </w:p>
    <w:p w14:paraId="3C961CE4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B.2.3. Dispoziční a provozní řešení, technologie výroby</w:t>
      </w:r>
    </w:p>
    <w:p w14:paraId="65DF2068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Dispoziční a provozní řešení a ani technologie výroby se nemění.</w:t>
      </w:r>
    </w:p>
    <w:p w14:paraId="3BEB1DDB" w14:textId="77777777" w:rsidR="001162E5" w:rsidRDefault="001162E5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</w:p>
    <w:p w14:paraId="45E53FDD" w14:textId="77777777" w:rsidR="00A03C4F" w:rsidRDefault="00A03C4F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</w:p>
    <w:p w14:paraId="06CFCAF2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B.2.4. Bezbariérové užívání stavby</w:t>
      </w:r>
    </w:p>
    <w:p w14:paraId="6CA9483B" w14:textId="77777777" w:rsidR="00D812A4" w:rsidRDefault="006017D8" w:rsidP="006017D8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Vzhledem k charakteru staveb je tento bod bezpředmětný.</w:t>
      </w:r>
      <w:r w:rsidR="003A510F">
        <w:rPr>
          <w:rFonts w:asciiTheme="minorHAnsi" w:hAnsiTheme="minorHAnsi"/>
          <w:szCs w:val="24"/>
        </w:rPr>
        <w:t xml:space="preserve"> Stavba nezhoršuje přístup.</w:t>
      </w:r>
    </w:p>
    <w:p w14:paraId="3544E09E" w14:textId="77777777" w:rsidR="000004A7" w:rsidRPr="003A510F" w:rsidRDefault="000004A7" w:rsidP="000004A7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B.2.5. Bezpečnost při užívání stavby</w:t>
      </w:r>
    </w:p>
    <w:p w14:paraId="2E69D781" w14:textId="77777777" w:rsidR="000004A7" w:rsidRDefault="000004A7" w:rsidP="000004A7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Bezpečnost užívání stavby se vlivem projektu nemění.</w:t>
      </w:r>
    </w:p>
    <w:p w14:paraId="2D7D3BFE" w14:textId="77777777" w:rsidR="006017D8" w:rsidRPr="003A510F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lastRenderedPageBreak/>
        <w:t>B.2.6. Základní technický popis staveb</w:t>
      </w:r>
    </w:p>
    <w:p w14:paraId="387347BB" w14:textId="77777777" w:rsidR="003A510F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Vodní dílo </w:t>
      </w:r>
      <w:r w:rsidR="00A03C4F">
        <w:rPr>
          <w:rFonts w:asciiTheme="minorHAnsi" w:hAnsiTheme="minorHAnsi"/>
          <w:sz w:val="24"/>
          <w:szCs w:val="24"/>
        </w:rPr>
        <w:t xml:space="preserve">Plumlov </w:t>
      </w:r>
      <w:r>
        <w:rPr>
          <w:rFonts w:asciiTheme="minorHAnsi" w:hAnsiTheme="minorHAnsi"/>
          <w:sz w:val="24"/>
          <w:szCs w:val="24"/>
        </w:rPr>
        <w:t xml:space="preserve">se nachází na vodním toku </w:t>
      </w:r>
      <w:r w:rsidR="00A03C4F">
        <w:rPr>
          <w:rFonts w:asciiTheme="minorHAnsi" w:hAnsiTheme="minorHAnsi"/>
          <w:sz w:val="24"/>
          <w:szCs w:val="24"/>
        </w:rPr>
        <w:t>Hloučela</w:t>
      </w:r>
      <w:r w:rsidR="001162E5">
        <w:rPr>
          <w:rFonts w:asciiTheme="minorHAnsi" w:hAnsiTheme="minorHAnsi"/>
          <w:sz w:val="24"/>
          <w:szCs w:val="24"/>
        </w:rPr>
        <w:t xml:space="preserve">. </w:t>
      </w:r>
    </w:p>
    <w:p w14:paraId="39939D36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 xml:space="preserve">Prostor stálého nadržení  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2139"/>
      </w:tblGrid>
      <w:tr w:rsidR="00A03C4F" w:rsidRPr="000F125A" w14:paraId="07B78CC5" w14:textId="77777777" w:rsidTr="00402B17">
        <w:tc>
          <w:tcPr>
            <w:tcW w:w="6237" w:type="dxa"/>
          </w:tcPr>
          <w:p w14:paraId="6F02F702" w14:textId="77777777" w:rsidR="00A03C4F" w:rsidRPr="001162E5" w:rsidRDefault="00A03C4F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dna nádrže </w:t>
            </w:r>
          </w:p>
        </w:tc>
        <w:tc>
          <w:tcPr>
            <w:tcW w:w="2139" w:type="dxa"/>
          </w:tcPr>
          <w:p w14:paraId="5FCAF220" w14:textId="77777777" w:rsidR="00A03C4F" w:rsidRPr="00A03C4F" w:rsidRDefault="00A03C4F" w:rsidP="0045085C">
            <w:pPr>
              <w:rPr>
                <w:rFonts w:asciiTheme="minorHAnsi" w:hAnsiTheme="minorHAnsi" w:cs="Times New Roman"/>
              </w:rPr>
            </w:pPr>
            <w:r w:rsidRPr="00A03C4F">
              <w:rPr>
                <w:rFonts w:asciiTheme="minorHAnsi" w:hAnsiTheme="minorHAnsi" w:cs="Times New Roman"/>
              </w:rPr>
              <w:t>263,40 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A03C4F">
              <w:rPr>
                <w:rFonts w:asciiTheme="minorHAnsi" w:hAnsiTheme="minorHAnsi" w:cs="Times New Roman"/>
              </w:rPr>
              <w:t>m.</w:t>
            </w:r>
          </w:p>
        </w:tc>
      </w:tr>
      <w:tr w:rsidR="00A03C4F" w:rsidRPr="000F125A" w14:paraId="4131B9A0" w14:textId="77777777" w:rsidTr="00402B17">
        <w:tc>
          <w:tcPr>
            <w:tcW w:w="6237" w:type="dxa"/>
          </w:tcPr>
          <w:p w14:paraId="27A01E8F" w14:textId="77777777" w:rsidR="00A03C4F" w:rsidRPr="001162E5" w:rsidRDefault="00A03C4F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>Kóta hladiny stálého nadržení Hs</w:t>
            </w:r>
          </w:p>
        </w:tc>
        <w:tc>
          <w:tcPr>
            <w:tcW w:w="2139" w:type="dxa"/>
          </w:tcPr>
          <w:p w14:paraId="44C1283E" w14:textId="77777777" w:rsidR="00A03C4F" w:rsidRPr="00A03C4F" w:rsidRDefault="00A03C4F" w:rsidP="0045085C">
            <w:pPr>
              <w:rPr>
                <w:rFonts w:asciiTheme="minorHAnsi" w:hAnsiTheme="minorHAnsi" w:cs="Times New Roman"/>
              </w:rPr>
            </w:pPr>
            <w:r w:rsidRPr="00A03C4F">
              <w:rPr>
                <w:rFonts w:asciiTheme="minorHAnsi" w:hAnsiTheme="minorHAnsi" w:cs="Times New Roman"/>
              </w:rPr>
              <w:t>266,38 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A03C4F">
              <w:rPr>
                <w:rFonts w:asciiTheme="minorHAnsi" w:hAnsiTheme="minorHAnsi" w:cs="Times New Roman"/>
              </w:rPr>
              <w:t>m.</w:t>
            </w:r>
          </w:p>
        </w:tc>
      </w:tr>
      <w:tr w:rsidR="00A03C4F" w:rsidRPr="000F125A" w14:paraId="1F38B54F" w14:textId="77777777" w:rsidTr="00402B17">
        <w:tc>
          <w:tcPr>
            <w:tcW w:w="6237" w:type="dxa"/>
          </w:tcPr>
          <w:p w14:paraId="2BAB0691" w14:textId="77777777" w:rsidR="00A03C4F" w:rsidRPr="001162E5" w:rsidRDefault="00A03C4F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Objem prostoru stálého nadržení </w:t>
            </w:r>
          </w:p>
        </w:tc>
        <w:tc>
          <w:tcPr>
            <w:tcW w:w="2139" w:type="dxa"/>
          </w:tcPr>
          <w:p w14:paraId="5B27C18A" w14:textId="77777777" w:rsidR="00A03C4F" w:rsidRPr="00A03C4F" w:rsidRDefault="00A03C4F" w:rsidP="0045085C">
            <w:pPr>
              <w:rPr>
                <w:rFonts w:asciiTheme="minorHAnsi" w:hAnsiTheme="minorHAnsi" w:cs="Times New Roman"/>
              </w:rPr>
            </w:pPr>
            <w:r w:rsidRPr="00A03C4F">
              <w:rPr>
                <w:rFonts w:asciiTheme="minorHAnsi" w:hAnsiTheme="minorHAnsi" w:cs="Times New Roman"/>
              </w:rPr>
              <w:t>0,341mil. m3</w:t>
            </w:r>
          </w:p>
        </w:tc>
      </w:tr>
    </w:tbl>
    <w:p w14:paraId="5D9059EF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05D7158C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Prostor zásobní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15463D" w:rsidRPr="000F125A" w14:paraId="5F468520" w14:textId="77777777" w:rsidTr="00402B17">
        <w:tc>
          <w:tcPr>
            <w:tcW w:w="6310" w:type="dxa"/>
          </w:tcPr>
          <w:p w14:paraId="276248AB" w14:textId="77777777" w:rsidR="0015463D" w:rsidRPr="001162E5" w:rsidRDefault="0015463D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min. hladiny zásobního prostoru </w:t>
            </w:r>
          </w:p>
        </w:tc>
        <w:tc>
          <w:tcPr>
            <w:tcW w:w="2066" w:type="dxa"/>
          </w:tcPr>
          <w:p w14:paraId="008A936E" w14:textId="77777777" w:rsidR="0015463D" w:rsidRPr="0015463D" w:rsidRDefault="0015463D" w:rsidP="00C54952">
            <w:pPr>
              <w:rPr>
                <w:rFonts w:asciiTheme="minorHAnsi" w:hAnsiTheme="minorHAnsi" w:cs="Times New Roman"/>
              </w:rPr>
            </w:pPr>
            <w:r w:rsidRPr="0015463D">
              <w:rPr>
                <w:rFonts w:asciiTheme="minorHAnsi" w:hAnsiTheme="minorHAnsi" w:cs="Times New Roman"/>
              </w:rPr>
              <w:t>266,38 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15463D">
              <w:rPr>
                <w:rFonts w:asciiTheme="minorHAnsi" w:hAnsiTheme="minorHAnsi" w:cs="Times New Roman"/>
              </w:rPr>
              <w:t>m.</w:t>
            </w:r>
          </w:p>
        </w:tc>
      </w:tr>
      <w:tr w:rsidR="0015463D" w:rsidRPr="000F125A" w14:paraId="1E41192A" w14:textId="77777777" w:rsidTr="00402B17">
        <w:tc>
          <w:tcPr>
            <w:tcW w:w="6310" w:type="dxa"/>
          </w:tcPr>
          <w:p w14:paraId="2F6E163C" w14:textId="77777777" w:rsidR="0015463D" w:rsidRPr="001162E5" w:rsidRDefault="0015463D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max. hladiny zásobního prostoru Hz </w:t>
            </w:r>
          </w:p>
        </w:tc>
        <w:tc>
          <w:tcPr>
            <w:tcW w:w="2066" w:type="dxa"/>
          </w:tcPr>
          <w:p w14:paraId="2D57D989" w14:textId="77777777" w:rsidR="0015463D" w:rsidRPr="0015463D" w:rsidRDefault="0015463D" w:rsidP="00C54952">
            <w:pPr>
              <w:rPr>
                <w:rFonts w:asciiTheme="minorHAnsi" w:hAnsiTheme="minorHAnsi" w:cs="Times New Roman"/>
              </w:rPr>
            </w:pPr>
            <w:r w:rsidRPr="0015463D">
              <w:rPr>
                <w:rFonts w:asciiTheme="minorHAnsi" w:hAnsiTheme="minorHAnsi" w:cs="Times New Roman"/>
              </w:rPr>
              <w:t>273,58 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15463D">
              <w:rPr>
                <w:rFonts w:asciiTheme="minorHAnsi" w:hAnsiTheme="minorHAnsi" w:cs="Times New Roman"/>
              </w:rPr>
              <w:t>m.</w:t>
            </w:r>
          </w:p>
        </w:tc>
      </w:tr>
      <w:tr w:rsidR="0015463D" w:rsidRPr="000F125A" w14:paraId="228A0CF6" w14:textId="77777777" w:rsidTr="00402B17">
        <w:tc>
          <w:tcPr>
            <w:tcW w:w="6310" w:type="dxa"/>
          </w:tcPr>
          <w:p w14:paraId="426F232B" w14:textId="77777777" w:rsidR="0015463D" w:rsidRPr="001162E5" w:rsidRDefault="0015463D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Objem zásobního prostoru </w:t>
            </w:r>
          </w:p>
        </w:tc>
        <w:tc>
          <w:tcPr>
            <w:tcW w:w="2066" w:type="dxa"/>
          </w:tcPr>
          <w:p w14:paraId="3CA50A54" w14:textId="77777777" w:rsidR="0015463D" w:rsidRPr="0015463D" w:rsidRDefault="0015463D" w:rsidP="00C54952">
            <w:pPr>
              <w:rPr>
                <w:rFonts w:asciiTheme="minorHAnsi" w:hAnsiTheme="minorHAnsi" w:cs="Times New Roman"/>
              </w:rPr>
            </w:pPr>
            <w:r w:rsidRPr="0015463D">
              <w:rPr>
                <w:rFonts w:asciiTheme="minorHAnsi" w:hAnsiTheme="minorHAnsi" w:cs="Times New Roman"/>
              </w:rPr>
              <w:t>2,883 mil. m3</w:t>
            </w:r>
          </w:p>
        </w:tc>
      </w:tr>
      <w:tr w:rsidR="0015463D" w:rsidRPr="000F125A" w14:paraId="58C120C7" w14:textId="77777777" w:rsidTr="00402B17">
        <w:tc>
          <w:tcPr>
            <w:tcW w:w="6310" w:type="dxa"/>
          </w:tcPr>
          <w:p w14:paraId="2520080B" w14:textId="77777777" w:rsidR="0015463D" w:rsidRPr="000F125A" w:rsidRDefault="0015463D" w:rsidP="00402B17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 xml:space="preserve">Zatopená plocha při </w:t>
            </w:r>
            <w:r w:rsidRPr="000F125A">
              <w:rPr>
                <w:rFonts w:asciiTheme="minorHAnsi" w:hAnsiTheme="minorHAnsi" w:cs="Times New Roman"/>
              </w:rPr>
              <w:t xml:space="preserve">max. zásobní hladině </w:t>
            </w:r>
          </w:p>
        </w:tc>
        <w:tc>
          <w:tcPr>
            <w:tcW w:w="2066" w:type="dxa"/>
          </w:tcPr>
          <w:p w14:paraId="58E15D32" w14:textId="77777777" w:rsidR="0015463D" w:rsidRPr="0015463D" w:rsidRDefault="0015463D" w:rsidP="00C54952">
            <w:pPr>
              <w:rPr>
                <w:rFonts w:asciiTheme="minorHAnsi" w:hAnsiTheme="minorHAnsi" w:cs="Times New Roman"/>
              </w:rPr>
            </w:pPr>
            <w:r w:rsidRPr="0015463D">
              <w:rPr>
                <w:rFonts w:asciiTheme="minorHAnsi" w:hAnsiTheme="minorHAnsi" w:cs="Times New Roman"/>
              </w:rPr>
              <w:t>56 ha</w:t>
            </w:r>
          </w:p>
        </w:tc>
      </w:tr>
    </w:tbl>
    <w:p w14:paraId="0413556D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74C0F5FC" w14:textId="77777777" w:rsidR="00A633CB" w:rsidRPr="000F125A" w:rsidRDefault="00A633CB" w:rsidP="00A633CB">
      <w:pPr>
        <w:pStyle w:val="Normlnodsazen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Prostor retenční </w:t>
      </w:r>
      <w:r w:rsidRPr="000F125A">
        <w:rPr>
          <w:rFonts w:asciiTheme="minorHAnsi" w:hAnsiTheme="minorHAnsi"/>
          <w:szCs w:val="24"/>
        </w:rPr>
        <w:t>ovladatelný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1507D9" w:rsidRPr="000F125A" w14:paraId="32E25615" w14:textId="77777777" w:rsidTr="00B518E4">
        <w:tc>
          <w:tcPr>
            <w:tcW w:w="6310" w:type="dxa"/>
          </w:tcPr>
          <w:p w14:paraId="29A9B803" w14:textId="77777777" w:rsidR="001507D9" w:rsidRPr="00E26DB1" w:rsidRDefault="001507D9" w:rsidP="00A633CB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Kóta min. hladiny </w:t>
            </w:r>
            <w:r w:rsidRPr="00E26DB1">
              <w:rPr>
                <w:rFonts w:asciiTheme="minorHAnsi" w:hAnsiTheme="minorHAnsi"/>
                <w:szCs w:val="24"/>
              </w:rPr>
              <w:t xml:space="preserve">ovladatelného retenčního prostoru </w:t>
            </w:r>
          </w:p>
        </w:tc>
        <w:tc>
          <w:tcPr>
            <w:tcW w:w="2066" w:type="dxa"/>
          </w:tcPr>
          <w:p w14:paraId="6F05217B" w14:textId="77777777" w:rsidR="001507D9" w:rsidRPr="00E41A54" w:rsidRDefault="001507D9" w:rsidP="00E41A54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41A54">
              <w:rPr>
                <w:rFonts w:asciiTheme="minorHAnsi" w:hAnsiTheme="minorHAnsi"/>
                <w:szCs w:val="24"/>
              </w:rPr>
              <w:t>273,58 m n.</w:t>
            </w:r>
            <w:r w:rsidR="00E41A54" w:rsidRPr="00E41A54">
              <w:rPr>
                <w:rFonts w:asciiTheme="minorHAnsi" w:hAnsiTheme="minorHAnsi"/>
                <w:szCs w:val="24"/>
              </w:rPr>
              <w:t xml:space="preserve"> </w:t>
            </w:r>
            <w:r w:rsidRPr="00E41A54">
              <w:rPr>
                <w:rFonts w:asciiTheme="minorHAnsi" w:hAnsiTheme="minorHAnsi"/>
                <w:szCs w:val="24"/>
              </w:rPr>
              <w:t>m</w:t>
            </w:r>
          </w:p>
        </w:tc>
      </w:tr>
      <w:tr w:rsidR="001507D9" w:rsidRPr="000F125A" w14:paraId="093C8408" w14:textId="77777777" w:rsidTr="00B518E4">
        <w:tc>
          <w:tcPr>
            <w:tcW w:w="6310" w:type="dxa"/>
          </w:tcPr>
          <w:p w14:paraId="300D3AC6" w14:textId="77777777" w:rsidR="001507D9" w:rsidRPr="00E26DB1" w:rsidRDefault="001507D9" w:rsidP="00A633CB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Kóta max. hladiny retenčního </w:t>
            </w:r>
            <w:r w:rsidRPr="00E26DB1">
              <w:rPr>
                <w:rFonts w:asciiTheme="minorHAnsi" w:hAnsiTheme="minorHAnsi"/>
                <w:szCs w:val="24"/>
              </w:rPr>
              <w:t xml:space="preserve">ovlad. prostoru </w:t>
            </w:r>
            <w:r>
              <w:rPr>
                <w:rFonts w:asciiTheme="minorHAnsi" w:hAnsiTheme="minorHAnsi"/>
                <w:szCs w:val="24"/>
              </w:rPr>
              <w:t>(přeliv)</w:t>
            </w:r>
          </w:p>
        </w:tc>
        <w:tc>
          <w:tcPr>
            <w:tcW w:w="2066" w:type="dxa"/>
          </w:tcPr>
          <w:p w14:paraId="06947AED" w14:textId="77777777" w:rsidR="001507D9" w:rsidRPr="00E41A54" w:rsidRDefault="00E41A54" w:rsidP="00E41A54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41A54">
              <w:rPr>
                <w:rFonts w:asciiTheme="minorHAnsi" w:hAnsiTheme="minorHAnsi"/>
                <w:szCs w:val="24"/>
              </w:rPr>
              <w:t>276,43 m n. m.</w:t>
            </w:r>
          </w:p>
        </w:tc>
      </w:tr>
      <w:tr w:rsidR="001507D9" w:rsidRPr="000F125A" w14:paraId="23F0948B" w14:textId="77777777" w:rsidTr="00B518E4">
        <w:tc>
          <w:tcPr>
            <w:tcW w:w="6310" w:type="dxa"/>
          </w:tcPr>
          <w:p w14:paraId="71A1E7A4" w14:textId="77777777" w:rsidR="001507D9" w:rsidRPr="00E26DB1" w:rsidRDefault="001507D9" w:rsidP="00B518E4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Objem neovladatelného retenčního prostoru </w:t>
            </w:r>
          </w:p>
        </w:tc>
        <w:tc>
          <w:tcPr>
            <w:tcW w:w="2066" w:type="dxa"/>
          </w:tcPr>
          <w:p w14:paraId="6B407C61" w14:textId="77777777" w:rsidR="001507D9" w:rsidRPr="00E41A54" w:rsidRDefault="00E41A54" w:rsidP="00E41A54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41A54">
              <w:rPr>
                <w:rFonts w:asciiTheme="minorHAnsi" w:hAnsiTheme="minorHAnsi"/>
                <w:szCs w:val="24"/>
              </w:rPr>
              <w:t>1,784 mil. m3</w:t>
            </w:r>
          </w:p>
        </w:tc>
      </w:tr>
      <w:tr w:rsidR="001507D9" w:rsidRPr="000F125A" w14:paraId="3D761644" w14:textId="77777777" w:rsidTr="00B518E4">
        <w:tc>
          <w:tcPr>
            <w:tcW w:w="6310" w:type="dxa"/>
          </w:tcPr>
          <w:p w14:paraId="5F7F6359" w14:textId="77777777" w:rsidR="001507D9" w:rsidRPr="000F125A" w:rsidRDefault="001507D9" w:rsidP="00B518E4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Zatopená plocha při max. hladině</w:t>
            </w:r>
          </w:p>
        </w:tc>
        <w:tc>
          <w:tcPr>
            <w:tcW w:w="2066" w:type="dxa"/>
          </w:tcPr>
          <w:p w14:paraId="351338C8" w14:textId="77777777" w:rsidR="001507D9" w:rsidRPr="00E41A54" w:rsidRDefault="00E41A54" w:rsidP="00E41A54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41A54">
              <w:rPr>
                <w:rFonts w:asciiTheme="minorHAnsi" w:hAnsiTheme="minorHAnsi"/>
                <w:szCs w:val="24"/>
              </w:rPr>
              <w:t>69 ha</w:t>
            </w:r>
          </w:p>
        </w:tc>
      </w:tr>
    </w:tbl>
    <w:p w14:paraId="7640FEB9" w14:textId="77777777" w:rsidR="00A633CB" w:rsidRDefault="00A633CB" w:rsidP="000F125A">
      <w:pPr>
        <w:pStyle w:val="Normlnodsazen"/>
        <w:rPr>
          <w:rFonts w:asciiTheme="minorHAnsi" w:hAnsiTheme="minorHAnsi"/>
          <w:szCs w:val="24"/>
        </w:rPr>
      </w:pPr>
    </w:p>
    <w:p w14:paraId="3678FF1C" w14:textId="77777777" w:rsidR="00A633CB" w:rsidRDefault="00A633CB" w:rsidP="000F125A">
      <w:pPr>
        <w:pStyle w:val="Normlnodsazen"/>
        <w:rPr>
          <w:rFonts w:asciiTheme="minorHAnsi" w:hAnsiTheme="minorHAnsi"/>
          <w:szCs w:val="24"/>
        </w:rPr>
      </w:pPr>
    </w:p>
    <w:p w14:paraId="5ADFB168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Prostor retenční neovladatelný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442E99" w:rsidRPr="000F125A" w14:paraId="2A490526" w14:textId="77777777" w:rsidTr="00402B17">
        <w:tc>
          <w:tcPr>
            <w:tcW w:w="6310" w:type="dxa"/>
          </w:tcPr>
          <w:p w14:paraId="52A5D39F" w14:textId="77777777" w:rsidR="00442E99" w:rsidRPr="00E26DB1" w:rsidRDefault="00442E99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Kóta min. hladiny neovladatelného retenčního prostoru (přeliv) </w:t>
            </w:r>
          </w:p>
        </w:tc>
        <w:tc>
          <w:tcPr>
            <w:tcW w:w="2066" w:type="dxa"/>
          </w:tcPr>
          <w:p w14:paraId="3EB469BB" w14:textId="77777777" w:rsidR="00442E99" w:rsidRPr="00442E99" w:rsidRDefault="00E41A54" w:rsidP="00FD49AE">
            <w:pPr>
              <w:rPr>
                <w:rFonts w:asciiTheme="minorHAnsi" w:hAnsiTheme="minorHAnsi" w:cs="Times New Roman"/>
              </w:rPr>
            </w:pPr>
            <w:r w:rsidRPr="00E41A54">
              <w:rPr>
                <w:rFonts w:asciiTheme="minorHAnsi" w:hAnsiTheme="minorHAnsi" w:cs="Times New Roman"/>
              </w:rPr>
              <w:t>276,43 m n. m.</w:t>
            </w:r>
          </w:p>
        </w:tc>
      </w:tr>
      <w:tr w:rsidR="00442E99" w:rsidRPr="000F125A" w14:paraId="7D04947A" w14:textId="77777777" w:rsidTr="00402B17">
        <w:tc>
          <w:tcPr>
            <w:tcW w:w="6310" w:type="dxa"/>
          </w:tcPr>
          <w:p w14:paraId="4E5750F4" w14:textId="77777777" w:rsidR="00442E99" w:rsidRPr="00E26DB1" w:rsidRDefault="00442E99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Kóta max. hladiny retenčního neovlad. prostoru Hmax. </w:t>
            </w:r>
          </w:p>
        </w:tc>
        <w:tc>
          <w:tcPr>
            <w:tcW w:w="2066" w:type="dxa"/>
          </w:tcPr>
          <w:p w14:paraId="06C98BCB" w14:textId="77777777" w:rsidR="00442E99" w:rsidRPr="00442E99" w:rsidRDefault="00E41A54" w:rsidP="00FD49AE">
            <w:pPr>
              <w:rPr>
                <w:rFonts w:asciiTheme="minorHAnsi" w:hAnsiTheme="minorHAnsi" w:cs="Times New Roman"/>
              </w:rPr>
            </w:pPr>
            <w:r w:rsidRPr="00E41A54">
              <w:rPr>
                <w:rFonts w:asciiTheme="minorHAnsi" w:hAnsiTheme="minorHAnsi" w:cs="Times New Roman"/>
              </w:rPr>
              <w:t>277,58 m n.m.</w:t>
            </w:r>
          </w:p>
        </w:tc>
      </w:tr>
      <w:tr w:rsidR="00442E99" w:rsidRPr="000F125A" w14:paraId="4B1B205A" w14:textId="77777777" w:rsidTr="00402B17">
        <w:tc>
          <w:tcPr>
            <w:tcW w:w="6310" w:type="dxa"/>
          </w:tcPr>
          <w:p w14:paraId="33C11331" w14:textId="77777777" w:rsidR="00442E99" w:rsidRPr="00E26DB1" w:rsidRDefault="00442E99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Objem neovladatelného retenčního prostoru </w:t>
            </w:r>
          </w:p>
        </w:tc>
        <w:tc>
          <w:tcPr>
            <w:tcW w:w="2066" w:type="dxa"/>
          </w:tcPr>
          <w:p w14:paraId="110A16D8" w14:textId="77777777" w:rsidR="00442E99" w:rsidRPr="00442E99" w:rsidRDefault="00E41A54" w:rsidP="00FD49AE">
            <w:pPr>
              <w:rPr>
                <w:rFonts w:asciiTheme="minorHAnsi" w:hAnsiTheme="minorHAnsi" w:cs="Times New Roman"/>
              </w:rPr>
            </w:pPr>
            <w:r w:rsidRPr="00E41A54">
              <w:rPr>
                <w:rFonts w:asciiTheme="minorHAnsi" w:hAnsiTheme="minorHAnsi" w:cs="Times New Roman"/>
              </w:rPr>
              <w:t>0,849 mil. m3</w:t>
            </w:r>
          </w:p>
        </w:tc>
      </w:tr>
      <w:tr w:rsidR="00442E99" w:rsidRPr="000F125A" w14:paraId="40E837BC" w14:textId="77777777" w:rsidTr="00402B17">
        <w:tc>
          <w:tcPr>
            <w:tcW w:w="6310" w:type="dxa"/>
          </w:tcPr>
          <w:p w14:paraId="6AB50C43" w14:textId="77777777" w:rsidR="00442E99" w:rsidRPr="000F125A" w:rsidRDefault="00442E99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Zatopená plocha při max. hladině</w:t>
            </w:r>
          </w:p>
        </w:tc>
        <w:tc>
          <w:tcPr>
            <w:tcW w:w="2066" w:type="dxa"/>
          </w:tcPr>
          <w:p w14:paraId="3EA451F0" w14:textId="77777777" w:rsidR="00442E99" w:rsidRPr="00442E99" w:rsidRDefault="00E41A54" w:rsidP="00FD49AE">
            <w:pPr>
              <w:rPr>
                <w:rFonts w:asciiTheme="minorHAnsi" w:hAnsiTheme="minorHAnsi" w:cs="Times New Roman"/>
              </w:rPr>
            </w:pPr>
            <w:r w:rsidRPr="00E41A54">
              <w:rPr>
                <w:rFonts w:asciiTheme="minorHAnsi" w:hAnsiTheme="minorHAnsi" w:cs="Times New Roman"/>
              </w:rPr>
              <w:t>74 ha</w:t>
            </w:r>
          </w:p>
        </w:tc>
      </w:tr>
    </w:tbl>
    <w:p w14:paraId="27AEEF14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7D16AC8D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Celkový prostor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E26DB1" w:rsidRPr="000F125A" w14:paraId="301E9158" w14:textId="77777777" w:rsidTr="00402B17">
        <w:tc>
          <w:tcPr>
            <w:tcW w:w="6310" w:type="dxa"/>
          </w:tcPr>
          <w:p w14:paraId="69E698B4" w14:textId="77777777" w:rsidR="00E26DB1" w:rsidRPr="00E26DB1" w:rsidRDefault="00E26DB1" w:rsidP="00E26DB1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 xml:space="preserve">Maximální hladina </w:t>
            </w:r>
          </w:p>
        </w:tc>
        <w:tc>
          <w:tcPr>
            <w:tcW w:w="2066" w:type="dxa"/>
          </w:tcPr>
          <w:p w14:paraId="4E7D186B" w14:textId="77777777" w:rsidR="00E26DB1" w:rsidRPr="00E26DB1" w:rsidRDefault="007451E9" w:rsidP="005B5E65">
            <w:pPr>
              <w:rPr>
                <w:rFonts w:asciiTheme="minorHAnsi" w:hAnsiTheme="minorHAnsi" w:cs="Times New Roman"/>
              </w:rPr>
            </w:pPr>
            <w:r w:rsidRPr="007451E9">
              <w:rPr>
                <w:rFonts w:asciiTheme="minorHAnsi" w:hAnsiTheme="minorHAnsi" w:cs="Times New Roman"/>
              </w:rPr>
              <w:t>277,58 m n.m.</w:t>
            </w:r>
          </w:p>
        </w:tc>
      </w:tr>
      <w:tr w:rsidR="00E26DB1" w:rsidRPr="000F125A" w14:paraId="1F6347D0" w14:textId="77777777" w:rsidTr="00402B17">
        <w:tc>
          <w:tcPr>
            <w:tcW w:w="6310" w:type="dxa"/>
          </w:tcPr>
          <w:p w14:paraId="1FBAB9F5" w14:textId="77777777" w:rsidR="00E26DB1" w:rsidRPr="00E26DB1" w:rsidRDefault="00E26DB1" w:rsidP="00E26DB1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 xml:space="preserve">Celkový objem nádrže </w:t>
            </w:r>
          </w:p>
        </w:tc>
        <w:tc>
          <w:tcPr>
            <w:tcW w:w="2066" w:type="dxa"/>
          </w:tcPr>
          <w:p w14:paraId="597CAF70" w14:textId="77777777" w:rsidR="00E26DB1" w:rsidRPr="00E26DB1" w:rsidRDefault="007451E9" w:rsidP="005B5E65">
            <w:pPr>
              <w:rPr>
                <w:rFonts w:asciiTheme="minorHAnsi" w:hAnsiTheme="minorHAnsi" w:cs="Times New Roman"/>
              </w:rPr>
            </w:pPr>
            <w:r w:rsidRPr="007451E9">
              <w:rPr>
                <w:rFonts w:asciiTheme="minorHAnsi" w:hAnsiTheme="minorHAnsi" w:cs="Times New Roman"/>
              </w:rPr>
              <w:t>5,450 mil. m3</w:t>
            </w:r>
          </w:p>
        </w:tc>
      </w:tr>
      <w:tr w:rsidR="00E26DB1" w:rsidRPr="000F125A" w14:paraId="0BF030B7" w14:textId="77777777" w:rsidTr="00402B17">
        <w:tc>
          <w:tcPr>
            <w:tcW w:w="6310" w:type="dxa"/>
          </w:tcPr>
          <w:p w14:paraId="3EC6AE29" w14:textId="77777777" w:rsidR="00E26DB1" w:rsidRPr="00E26DB1" w:rsidRDefault="00E26DB1" w:rsidP="00E26DB1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 xml:space="preserve">Celková zatopená plocha </w:t>
            </w:r>
          </w:p>
        </w:tc>
        <w:tc>
          <w:tcPr>
            <w:tcW w:w="2066" w:type="dxa"/>
          </w:tcPr>
          <w:p w14:paraId="67142C31" w14:textId="77777777" w:rsidR="00E26DB1" w:rsidRPr="00E26DB1" w:rsidRDefault="007451E9" w:rsidP="005B5E65">
            <w:pPr>
              <w:rPr>
                <w:rFonts w:asciiTheme="minorHAnsi" w:hAnsiTheme="minorHAnsi" w:cs="Times New Roman"/>
              </w:rPr>
            </w:pPr>
            <w:r w:rsidRPr="007451E9">
              <w:rPr>
                <w:rFonts w:asciiTheme="minorHAnsi" w:hAnsiTheme="minorHAnsi" w:cs="Times New Roman"/>
              </w:rPr>
              <w:t>74 ha</w:t>
            </w:r>
          </w:p>
        </w:tc>
      </w:tr>
    </w:tbl>
    <w:p w14:paraId="188998F3" w14:textId="77777777" w:rsidR="000F125A" w:rsidRDefault="000F125A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1BD6C27" w14:textId="77777777" w:rsidR="00A633CB" w:rsidRDefault="00A633CB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AEB181F" w14:textId="77777777" w:rsidR="00A633CB" w:rsidRDefault="00A633CB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8090BCA" w14:textId="77777777" w:rsidR="00A633CB" w:rsidRDefault="00A633CB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E163CDF" w14:textId="77777777" w:rsidR="000F125A" w:rsidRDefault="00442E99" w:rsidP="007451E9">
      <w:pPr>
        <w:pStyle w:val="Odstavec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</w:t>
      </w:r>
      <w:r w:rsidR="007451E9" w:rsidRPr="007451E9">
        <w:rPr>
          <w:rFonts w:asciiTheme="minorHAnsi" w:hAnsiTheme="minorHAnsi"/>
          <w:sz w:val="24"/>
          <w:szCs w:val="24"/>
        </w:rPr>
        <w:t>Zemní sypaná hráz, přímá s návodním jílovým těsněním, střed</w:t>
      </w:r>
      <w:r w:rsidR="007451E9">
        <w:rPr>
          <w:rFonts w:asciiTheme="minorHAnsi" w:hAnsiTheme="minorHAnsi"/>
          <w:sz w:val="24"/>
          <w:szCs w:val="24"/>
        </w:rPr>
        <w:t xml:space="preserve">ní část je nasypána </w:t>
      </w:r>
      <w:r w:rsidR="007451E9" w:rsidRPr="007451E9">
        <w:rPr>
          <w:rFonts w:asciiTheme="minorHAnsi" w:hAnsiTheme="minorHAnsi"/>
          <w:sz w:val="24"/>
          <w:szCs w:val="24"/>
        </w:rPr>
        <w:t>z netříděných svahových a suťových zemin a vzdušná stabilizační část hráze je z</w:t>
      </w:r>
      <w:r w:rsidR="007451E9">
        <w:rPr>
          <w:rFonts w:asciiTheme="minorHAnsi" w:hAnsiTheme="minorHAnsi"/>
          <w:sz w:val="24"/>
          <w:szCs w:val="24"/>
        </w:rPr>
        <w:t xml:space="preserve"> </w:t>
      </w:r>
      <w:r w:rsidR="007451E9" w:rsidRPr="007451E9">
        <w:rPr>
          <w:rFonts w:asciiTheme="minorHAnsi" w:hAnsiTheme="minorHAnsi"/>
          <w:sz w:val="24"/>
          <w:szCs w:val="24"/>
        </w:rPr>
        <w:t>lomového kamene prosypávaného štěrkem.</w:t>
      </w:r>
      <w:r>
        <w:rPr>
          <w:rFonts w:asciiTheme="minorHAnsi" w:hAnsiTheme="minorHAnsi"/>
          <w:sz w:val="24"/>
          <w:szCs w:val="24"/>
        </w:rPr>
        <w:t xml:space="preserve"> H</w:t>
      </w:r>
      <w:r w:rsidR="00A1483E">
        <w:rPr>
          <w:rFonts w:asciiTheme="minorHAnsi" w:hAnsiTheme="minorHAnsi"/>
          <w:sz w:val="24"/>
          <w:szCs w:val="24"/>
        </w:rPr>
        <w:t xml:space="preserve">ráz je </w:t>
      </w:r>
      <w:r w:rsidR="000F125A" w:rsidRPr="000F125A">
        <w:rPr>
          <w:rFonts w:asciiTheme="minorHAnsi" w:hAnsiTheme="minorHAnsi"/>
          <w:sz w:val="24"/>
          <w:szCs w:val="24"/>
        </w:rPr>
        <w:t xml:space="preserve">nade dnem údolí </w:t>
      </w:r>
      <w:r w:rsidR="00A1483E">
        <w:rPr>
          <w:rFonts w:asciiTheme="minorHAnsi" w:hAnsiTheme="minorHAnsi"/>
          <w:sz w:val="24"/>
          <w:szCs w:val="24"/>
        </w:rPr>
        <w:t xml:space="preserve">vysoká </w:t>
      </w:r>
      <w:r>
        <w:rPr>
          <w:rFonts w:asciiTheme="minorHAnsi" w:hAnsiTheme="minorHAnsi"/>
          <w:sz w:val="24"/>
          <w:szCs w:val="24"/>
        </w:rPr>
        <w:t>17</w:t>
      </w:r>
      <w:r w:rsidR="000F125A">
        <w:rPr>
          <w:rFonts w:asciiTheme="minorHAnsi" w:hAnsiTheme="minorHAnsi"/>
          <w:sz w:val="24"/>
          <w:szCs w:val="24"/>
        </w:rPr>
        <w:t xml:space="preserve"> m. </w:t>
      </w:r>
    </w:p>
    <w:p w14:paraId="0629ED7D" w14:textId="77777777" w:rsidR="007451E9" w:rsidRPr="007451E9" w:rsidRDefault="007451E9" w:rsidP="007451E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7451E9">
        <w:rPr>
          <w:rFonts w:asciiTheme="minorHAnsi" w:hAnsiTheme="minorHAnsi"/>
          <w:sz w:val="24"/>
          <w:szCs w:val="24"/>
        </w:rPr>
        <w:lastRenderedPageBreak/>
        <w:t xml:space="preserve">Vypouštěcí věž </w:t>
      </w:r>
      <w:r>
        <w:rPr>
          <w:rFonts w:asciiTheme="minorHAnsi" w:hAnsiTheme="minorHAnsi"/>
          <w:sz w:val="24"/>
          <w:szCs w:val="24"/>
        </w:rPr>
        <w:t>je umístěna při pravém břehu</w:t>
      </w:r>
      <w:r w:rsidRPr="007451E9">
        <w:rPr>
          <w:rFonts w:asciiTheme="minorHAnsi" w:hAnsiTheme="minorHAnsi"/>
          <w:sz w:val="24"/>
          <w:szCs w:val="24"/>
        </w:rPr>
        <w:t>, cca 10 m od bezpečnostního přelivu.</w:t>
      </w:r>
      <w:r>
        <w:rPr>
          <w:rFonts w:asciiTheme="minorHAnsi" w:hAnsiTheme="minorHAnsi"/>
          <w:sz w:val="24"/>
          <w:szCs w:val="24"/>
        </w:rPr>
        <w:t xml:space="preserve"> </w:t>
      </w:r>
      <w:r w:rsidRPr="007451E9">
        <w:rPr>
          <w:rFonts w:asciiTheme="minorHAnsi" w:hAnsiTheme="minorHAnsi"/>
          <w:sz w:val="24"/>
          <w:szCs w:val="24"/>
        </w:rPr>
        <w:t>Věž je vysoká 26,5 m.</w:t>
      </w:r>
      <w:r w:rsidRPr="007451E9">
        <w:t xml:space="preserve"> </w:t>
      </w:r>
      <w:r w:rsidRPr="007451E9">
        <w:rPr>
          <w:rFonts w:asciiTheme="minorHAnsi" w:hAnsiTheme="minorHAnsi"/>
          <w:sz w:val="24"/>
          <w:szCs w:val="24"/>
        </w:rPr>
        <w:t>Ve vypouštěcí věži jsou celkem tři železná výpustná potrubí:</w:t>
      </w:r>
    </w:p>
    <w:p w14:paraId="118889EA" w14:textId="77777777" w:rsidR="007451E9" w:rsidRPr="007451E9" w:rsidRDefault="007451E9" w:rsidP="007451E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7451E9">
        <w:rPr>
          <w:rFonts w:asciiTheme="minorHAnsi" w:hAnsiTheme="minorHAnsi"/>
          <w:sz w:val="24"/>
          <w:szCs w:val="24"/>
        </w:rPr>
        <w:t>2 x DN 1200 mm</w:t>
      </w:r>
    </w:p>
    <w:p w14:paraId="3E1F7DA5" w14:textId="77777777" w:rsidR="007451E9" w:rsidRDefault="007451E9" w:rsidP="007451E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7451E9">
        <w:rPr>
          <w:rFonts w:asciiTheme="minorHAnsi" w:hAnsiTheme="minorHAnsi"/>
          <w:sz w:val="24"/>
          <w:szCs w:val="24"/>
        </w:rPr>
        <w:t>1 x DN 500 mm (hospodářská spodní výpust)</w:t>
      </w:r>
    </w:p>
    <w:p w14:paraId="59240027" w14:textId="77777777" w:rsidR="007451E9" w:rsidRDefault="007451E9" w:rsidP="007451E9">
      <w:pPr>
        <w:pStyle w:val="Odstavec"/>
        <w:jc w:val="both"/>
        <w:rPr>
          <w:rFonts w:asciiTheme="minorHAnsi" w:hAnsiTheme="minorHAnsi"/>
          <w:sz w:val="24"/>
          <w:szCs w:val="24"/>
        </w:rPr>
      </w:pPr>
      <w:r w:rsidRPr="007451E9">
        <w:rPr>
          <w:rFonts w:asciiTheme="minorHAnsi" w:hAnsiTheme="minorHAnsi"/>
          <w:sz w:val="24"/>
          <w:szCs w:val="24"/>
        </w:rPr>
        <w:t>Před provozním uzávěrem DN 500 je na hospodářské výpusti napojeno ocelové</w:t>
      </w:r>
      <w:r>
        <w:rPr>
          <w:rFonts w:asciiTheme="minorHAnsi" w:hAnsiTheme="minorHAnsi"/>
          <w:sz w:val="24"/>
          <w:szCs w:val="24"/>
        </w:rPr>
        <w:t xml:space="preserve"> </w:t>
      </w:r>
      <w:r w:rsidRPr="007451E9">
        <w:rPr>
          <w:rFonts w:asciiTheme="minorHAnsi" w:hAnsiTheme="minorHAnsi"/>
          <w:sz w:val="24"/>
          <w:szCs w:val="24"/>
        </w:rPr>
        <w:t>potrubí DN 150 odběru FORTE,</w:t>
      </w:r>
      <w:r w:rsidR="00476E7D">
        <w:rPr>
          <w:rFonts w:asciiTheme="minorHAnsi" w:hAnsiTheme="minorHAnsi"/>
          <w:sz w:val="24"/>
          <w:szCs w:val="24"/>
        </w:rPr>
        <w:t xml:space="preserve"> </w:t>
      </w:r>
      <w:r w:rsidRPr="007451E9">
        <w:rPr>
          <w:rFonts w:asciiTheme="minorHAnsi" w:hAnsiTheme="minorHAnsi"/>
          <w:sz w:val="24"/>
          <w:szCs w:val="24"/>
        </w:rPr>
        <w:t>a.s. Mostkovice</w:t>
      </w:r>
      <w:r>
        <w:rPr>
          <w:rFonts w:asciiTheme="minorHAnsi" w:hAnsiTheme="minorHAnsi"/>
          <w:sz w:val="24"/>
          <w:szCs w:val="24"/>
        </w:rPr>
        <w:t>.</w:t>
      </w:r>
    </w:p>
    <w:p w14:paraId="5526B082" w14:textId="77777777" w:rsidR="000F125A" w:rsidRPr="000F125A" w:rsidRDefault="000F125A" w:rsidP="007451E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125A">
        <w:rPr>
          <w:rFonts w:asciiTheme="minorHAnsi" w:hAnsiTheme="minorHAnsi"/>
          <w:sz w:val="24"/>
          <w:szCs w:val="24"/>
        </w:rPr>
        <w:t>Přeliv</w:t>
      </w:r>
    </w:p>
    <w:p w14:paraId="484E4AFC" w14:textId="77777777" w:rsidR="00442E99" w:rsidRDefault="000B4710" w:rsidP="000B4710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B4710">
        <w:rPr>
          <w:rFonts w:asciiTheme="minorHAnsi" w:hAnsiTheme="minorHAnsi"/>
          <w:sz w:val="24"/>
          <w:szCs w:val="24"/>
        </w:rPr>
        <w:t>Volný boční přeliv na pravém břehu přehrady je 61,10 m dlouhý, v</w:t>
      </w:r>
      <w:r>
        <w:rPr>
          <w:rFonts w:asciiTheme="minorHAnsi" w:hAnsiTheme="minorHAnsi"/>
          <w:sz w:val="24"/>
          <w:szCs w:val="24"/>
        </w:rPr>
        <w:t> </w:t>
      </w:r>
      <w:r w:rsidRPr="000B4710">
        <w:rPr>
          <w:rFonts w:asciiTheme="minorHAnsi" w:hAnsiTheme="minorHAnsi"/>
          <w:sz w:val="24"/>
          <w:szCs w:val="24"/>
        </w:rPr>
        <w:t>půdorysu</w:t>
      </w:r>
      <w:r>
        <w:rPr>
          <w:rFonts w:asciiTheme="minorHAnsi" w:hAnsiTheme="minorHAnsi"/>
          <w:sz w:val="24"/>
          <w:szCs w:val="24"/>
        </w:rPr>
        <w:t xml:space="preserve"> </w:t>
      </w:r>
      <w:r w:rsidRPr="000B4710">
        <w:rPr>
          <w:rFonts w:asciiTheme="minorHAnsi" w:hAnsiTheme="minorHAnsi"/>
          <w:sz w:val="24"/>
          <w:szCs w:val="24"/>
        </w:rPr>
        <w:t>zakřivený</w:t>
      </w:r>
      <w:r>
        <w:rPr>
          <w:rFonts w:asciiTheme="minorHAnsi" w:hAnsiTheme="minorHAnsi"/>
          <w:sz w:val="24"/>
          <w:szCs w:val="24"/>
        </w:rPr>
        <w:t>.</w:t>
      </w:r>
    </w:p>
    <w:p w14:paraId="7E9F84A1" w14:textId="77777777" w:rsidR="003A510F" w:rsidRDefault="00442E99" w:rsidP="00A1483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442E99">
        <w:rPr>
          <w:rFonts w:asciiTheme="minorHAnsi" w:hAnsiTheme="minorHAnsi"/>
          <w:sz w:val="24"/>
          <w:szCs w:val="24"/>
        </w:rPr>
        <w:t xml:space="preserve"> </w:t>
      </w:r>
      <w:r w:rsidR="003946F4">
        <w:rPr>
          <w:rFonts w:asciiTheme="minorHAnsi" w:hAnsiTheme="minorHAnsi"/>
          <w:sz w:val="24"/>
          <w:szCs w:val="24"/>
        </w:rPr>
        <w:t>Zázemí je tvořeno přede</w:t>
      </w:r>
      <w:r>
        <w:rPr>
          <w:rFonts w:asciiTheme="minorHAnsi" w:hAnsiTheme="minorHAnsi"/>
          <w:sz w:val="24"/>
          <w:szCs w:val="24"/>
        </w:rPr>
        <w:t>vším domkem hrázného. Na přítocích</w:t>
      </w:r>
      <w:r w:rsidR="003946F4">
        <w:rPr>
          <w:rFonts w:asciiTheme="minorHAnsi" w:hAnsiTheme="minorHAnsi"/>
          <w:sz w:val="24"/>
          <w:szCs w:val="24"/>
        </w:rPr>
        <w:t xml:space="preserve"> a odtoku jsou vybudován</w:t>
      </w:r>
      <w:r w:rsidR="00B956F0">
        <w:rPr>
          <w:rFonts w:asciiTheme="minorHAnsi" w:hAnsiTheme="minorHAnsi"/>
          <w:sz w:val="24"/>
          <w:szCs w:val="24"/>
        </w:rPr>
        <w:t>y</w:t>
      </w:r>
      <w:r w:rsidR="003946F4">
        <w:rPr>
          <w:rFonts w:asciiTheme="minorHAnsi" w:hAnsiTheme="minorHAnsi"/>
          <w:sz w:val="24"/>
          <w:szCs w:val="24"/>
        </w:rPr>
        <w:t xml:space="preserve"> limnigrafické stanice s instalovanou měřící technologií. </w:t>
      </w:r>
      <w:r w:rsidR="000004A7" w:rsidRPr="000004A7">
        <w:rPr>
          <w:rFonts w:asciiTheme="minorHAnsi" w:hAnsiTheme="minorHAnsi"/>
          <w:sz w:val="24"/>
          <w:szCs w:val="24"/>
        </w:rPr>
        <w:t xml:space="preserve"> </w:t>
      </w:r>
    </w:p>
    <w:p w14:paraId="48B00195" w14:textId="77777777" w:rsidR="003946F4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Vlastní hráz i ostatní objekty mají nainstalováno několik automatických měření, které jsou přenášeny do systému umístěného v domku hrázného. </w:t>
      </w:r>
    </w:p>
    <w:p w14:paraId="23399CF4" w14:textId="77777777" w:rsidR="00442E99" w:rsidRDefault="00442E99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446FEB9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B.2.7. Technická a technologická zařízení</w:t>
      </w:r>
    </w:p>
    <w:p w14:paraId="62A7075A" w14:textId="77777777" w:rsidR="006017D8" w:rsidRDefault="000004A7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 těchto výše popisovaných objektech </w:t>
      </w:r>
      <w:r w:rsidR="00DA19B9" w:rsidRPr="00DA19B9">
        <w:rPr>
          <w:rFonts w:asciiTheme="minorHAnsi" w:hAnsiTheme="minorHAnsi"/>
          <w:sz w:val="24"/>
          <w:szCs w:val="24"/>
        </w:rPr>
        <w:t xml:space="preserve">jsou instalována potřebná zařízení, která plní technologickou funkci nutnou pro provoz vodního díla. </w:t>
      </w:r>
      <w:r w:rsidR="003946F4">
        <w:rPr>
          <w:rFonts w:asciiTheme="minorHAnsi" w:hAnsiTheme="minorHAnsi"/>
          <w:sz w:val="24"/>
          <w:szCs w:val="24"/>
        </w:rPr>
        <w:t xml:space="preserve"> Jednou</w:t>
      </w:r>
      <w:r w:rsidR="00DA19B9">
        <w:rPr>
          <w:rFonts w:asciiTheme="minorHAnsi" w:hAnsiTheme="minorHAnsi"/>
          <w:sz w:val="24"/>
          <w:szCs w:val="24"/>
        </w:rPr>
        <w:t xml:space="preserve"> z těchto technologií je i </w:t>
      </w:r>
      <w:r w:rsidR="003946F4">
        <w:rPr>
          <w:rFonts w:asciiTheme="minorHAnsi" w:hAnsiTheme="minorHAnsi"/>
          <w:sz w:val="24"/>
          <w:szCs w:val="24"/>
        </w:rPr>
        <w:t xml:space="preserve">automatické </w:t>
      </w:r>
      <w:r w:rsidR="00DA19B9">
        <w:rPr>
          <w:rFonts w:asciiTheme="minorHAnsi" w:hAnsiTheme="minorHAnsi"/>
          <w:sz w:val="24"/>
          <w:szCs w:val="24"/>
        </w:rPr>
        <w:t xml:space="preserve">měření, které tento projekt řeší.  </w:t>
      </w:r>
    </w:p>
    <w:p w14:paraId="3CD1E32F" w14:textId="77777777" w:rsidR="003946F4" w:rsidRPr="00DA19B9" w:rsidRDefault="003946F4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B055398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B.2.8. Požárně bezpečnostní řešení</w:t>
      </w:r>
    </w:p>
    <w:p w14:paraId="7664E008" w14:textId="77777777" w:rsidR="006017D8" w:rsidRDefault="00DA19B9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Vzhledem k situaci, že se nejedná o změnu staveb ani o změnu užívání nebo přestavbu půdorysných prostor, není vyžadováno nové požárně bezpečnostní řešení stavby. </w:t>
      </w:r>
      <w:r w:rsidR="00612AF2">
        <w:rPr>
          <w:rFonts w:asciiTheme="minorHAnsi" w:hAnsiTheme="minorHAnsi"/>
          <w:sz w:val="24"/>
          <w:szCs w:val="24"/>
        </w:rPr>
        <w:t>B</w:t>
      </w:r>
      <w:r>
        <w:rPr>
          <w:rFonts w:asciiTheme="minorHAnsi" w:hAnsiTheme="minorHAnsi"/>
          <w:sz w:val="24"/>
          <w:szCs w:val="24"/>
        </w:rPr>
        <w:t xml:space="preserve">ody a) až d) </w:t>
      </w:r>
      <w:r w:rsidR="00612AF2">
        <w:rPr>
          <w:rFonts w:asciiTheme="minorHAnsi" w:hAnsiTheme="minorHAnsi"/>
          <w:sz w:val="24"/>
          <w:szCs w:val="24"/>
        </w:rPr>
        <w:t>platí dle stávajícího PBŘ.</w:t>
      </w:r>
    </w:p>
    <w:p w14:paraId="16F38FBD" w14:textId="77777777" w:rsidR="00442E99" w:rsidRDefault="00442E99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18DE10D1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B.2.9. Zásady hospodaření s energiemi</w:t>
      </w:r>
    </w:p>
    <w:p w14:paraId="1A37DC86" w14:textId="77777777" w:rsidR="006017D8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Kritéria tepelně technického hodnocení se vlivem stavby</w:t>
      </w:r>
      <w:r>
        <w:rPr>
          <w:rFonts w:asciiTheme="minorHAnsi" w:hAnsiTheme="minorHAnsi"/>
          <w:sz w:val="24"/>
          <w:szCs w:val="24"/>
        </w:rPr>
        <w:t xml:space="preserve"> nemění. N</w:t>
      </w:r>
      <w:r w:rsidRPr="00612AF2">
        <w:rPr>
          <w:rFonts w:asciiTheme="minorHAnsi" w:hAnsiTheme="minorHAnsi"/>
          <w:sz w:val="24"/>
          <w:szCs w:val="24"/>
        </w:rPr>
        <w:t>emění se ani zásadně spotřeba elektrické energie vlivem rekonstrukce měření</w:t>
      </w:r>
      <w:r>
        <w:rPr>
          <w:rFonts w:asciiTheme="minorHAnsi" w:hAnsiTheme="minorHAnsi"/>
          <w:sz w:val="24"/>
          <w:szCs w:val="24"/>
        </w:rPr>
        <w:t>,</w:t>
      </w:r>
      <w:r w:rsidRPr="00612AF2">
        <w:rPr>
          <w:rFonts w:asciiTheme="minorHAnsi" w:hAnsiTheme="minorHAnsi"/>
          <w:sz w:val="24"/>
          <w:szCs w:val="24"/>
        </w:rPr>
        <w:t xml:space="preserve"> a to s ohledem na výkony jednotlivých zařízení, které jsou v porovnání s ostatními technologiemi zanedbatelné. </w:t>
      </w:r>
    </w:p>
    <w:p w14:paraId="6C13B5CD" w14:textId="77777777" w:rsidR="003946F4" w:rsidRPr="00612AF2" w:rsidRDefault="003946F4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4B32715C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B.2.10. Hygienické požadavky na stavby, požadavky na pracovní a komunální prostředí</w:t>
      </w:r>
    </w:p>
    <w:p w14:paraId="6933A1DF" w14:textId="77777777" w:rsidR="00612AF2" w:rsidRPr="00612AF2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Zásady řešení parametrů stavby (větrání, vytápění, osvětlení, zásobování vodou, odpadů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 xml:space="preserve">a </w:t>
      </w:r>
      <w:r w:rsidRPr="00612AF2">
        <w:rPr>
          <w:rFonts w:asciiTheme="minorHAnsi" w:hAnsiTheme="minorHAnsi"/>
          <w:sz w:val="24"/>
          <w:szCs w:val="24"/>
        </w:rPr>
        <w:t>zásady řešení vlivu stavby na okolí (vibrace, hluk, prašnost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>jsou stávající</w:t>
      </w:r>
      <w:r w:rsidRPr="00612AF2">
        <w:rPr>
          <w:rFonts w:asciiTheme="minorHAnsi" w:hAnsiTheme="minorHAnsi"/>
          <w:sz w:val="24"/>
          <w:szCs w:val="24"/>
        </w:rPr>
        <w:t>.</w:t>
      </w:r>
    </w:p>
    <w:p w14:paraId="7CD5E4D7" w14:textId="77777777" w:rsidR="000B4710" w:rsidRDefault="000B4710" w:rsidP="006017D8">
      <w:pPr>
        <w:pStyle w:val="Zkladntext"/>
        <w:ind w:left="567"/>
        <w:rPr>
          <w:rFonts w:asciiTheme="minorHAnsi" w:hAnsiTheme="minorHAnsi"/>
          <w:szCs w:val="24"/>
        </w:rPr>
      </w:pPr>
    </w:p>
    <w:p w14:paraId="34B8FD79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B.2.11. Zásady ochrany stavby před negativními účinky vnějšího prostředí</w:t>
      </w:r>
    </w:p>
    <w:p w14:paraId="37E0DE0E" w14:textId="77777777" w:rsidR="006017D8" w:rsidRDefault="00E61EC7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E61EC7">
        <w:rPr>
          <w:rFonts w:asciiTheme="minorHAnsi" w:hAnsiTheme="minorHAnsi"/>
          <w:sz w:val="24"/>
          <w:szCs w:val="24"/>
        </w:rPr>
        <w:t>Pronikání radonu z podloží, bludné proudy, seizmicita, hluk, protipovodňová opatření apod.</w:t>
      </w:r>
      <w:r>
        <w:rPr>
          <w:rFonts w:asciiTheme="minorHAnsi" w:hAnsiTheme="minorHAnsi"/>
          <w:sz w:val="24"/>
          <w:szCs w:val="24"/>
        </w:rPr>
        <w:t xml:space="preserve"> tento projekt neovlivní.</w:t>
      </w:r>
      <w:r w:rsidR="003946F4">
        <w:rPr>
          <w:rFonts w:asciiTheme="minorHAnsi" w:hAnsiTheme="minorHAnsi"/>
          <w:sz w:val="24"/>
          <w:szCs w:val="24"/>
        </w:rPr>
        <w:t xml:space="preserve"> Jednot</w:t>
      </w:r>
      <w:r w:rsidR="00B956F0">
        <w:rPr>
          <w:rFonts w:asciiTheme="minorHAnsi" w:hAnsiTheme="minorHAnsi"/>
          <w:sz w:val="24"/>
          <w:szCs w:val="24"/>
        </w:rPr>
        <w:t>livá měřící místa budou chráněna</w:t>
      </w:r>
      <w:r w:rsidR="003946F4">
        <w:rPr>
          <w:rFonts w:asciiTheme="minorHAnsi" w:hAnsiTheme="minorHAnsi"/>
          <w:sz w:val="24"/>
          <w:szCs w:val="24"/>
        </w:rPr>
        <w:t xml:space="preserve"> přepěťovými ochranami. </w:t>
      </w:r>
    </w:p>
    <w:p w14:paraId="48B3836C" w14:textId="77777777" w:rsidR="006017D8" w:rsidRPr="006017D8" w:rsidRDefault="006017D8" w:rsidP="006017D8">
      <w:pPr>
        <w:pStyle w:val="N1"/>
      </w:pPr>
      <w:bookmarkStart w:id="35" w:name="_Toc502821001"/>
      <w:r w:rsidRPr="006017D8">
        <w:lastRenderedPageBreak/>
        <w:t>Připojení na technickou infrastrukturu</w:t>
      </w:r>
      <w:bookmarkEnd w:id="35"/>
    </w:p>
    <w:p w14:paraId="29C592E3" w14:textId="77777777" w:rsidR="00E61EC7" w:rsidRPr="00E61EC7" w:rsidRDefault="00E61EC7" w:rsidP="00E61EC7">
      <w:pPr>
        <w:pStyle w:val="Odstavec"/>
        <w:ind w:firstLine="709"/>
        <w:jc w:val="both"/>
      </w:pPr>
      <w:r w:rsidRPr="00E61EC7">
        <w:rPr>
          <w:rFonts w:asciiTheme="minorHAnsi" w:hAnsiTheme="minorHAnsi"/>
          <w:sz w:val="24"/>
          <w:szCs w:val="24"/>
        </w:rPr>
        <w:t>a</w:t>
      </w:r>
      <w:r w:rsidRPr="003946F4">
        <w:rPr>
          <w:rFonts w:asciiTheme="minorHAnsi" w:hAnsiTheme="minorHAnsi"/>
          <w:b/>
          <w:sz w:val="24"/>
          <w:szCs w:val="24"/>
        </w:rPr>
        <w:t>) napojovací místa technické infrastruktury, přeložky</w:t>
      </w:r>
    </w:p>
    <w:p w14:paraId="1BA0E157" w14:textId="77777777" w:rsidR="00E61EC7" w:rsidRPr="00E61EC7" w:rsidRDefault="003946F4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</w:t>
      </w:r>
      <w:r w:rsidR="00E61EC7">
        <w:rPr>
          <w:rFonts w:asciiTheme="minorHAnsi" w:hAnsiTheme="minorHAnsi"/>
          <w:sz w:val="24"/>
          <w:szCs w:val="24"/>
        </w:rPr>
        <w:t xml:space="preserve"> je</w:t>
      </w:r>
      <w:r w:rsidR="00E61EC7" w:rsidRPr="00E61EC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připojena</w:t>
      </w:r>
      <w:r w:rsidR="00B956F0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na veškeré inženýrské sítě veřejné technické infrastruktury </w:t>
      </w:r>
      <w:r w:rsidR="00E61EC7">
        <w:rPr>
          <w:rFonts w:asciiTheme="minorHAnsi" w:hAnsiTheme="minorHAnsi"/>
          <w:sz w:val="24"/>
          <w:szCs w:val="24"/>
        </w:rPr>
        <w:t>připojen</w:t>
      </w:r>
      <w:r>
        <w:rPr>
          <w:rFonts w:asciiTheme="minorHAnsi" w:hAnsiTheme="minorHAnsi"/>
          <w:sz w:val="24"/>
          <w:szCs w:val="24"/>
        </w:rPr>
        <w:t>a</w:t>
      </w:r>
      <w:r w:rsidR="00E61EC7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stávajícími přípojkami. </w:t>
      </w:r>
      <w:r w:rsidR="00E61EC7">
        <w:rPr>
          <w:rFonts w:asciiTheme="minorHAnsi" w:hAnsiTheme="minorHAnsi"/>
          <w:sz w:val="24"/>
          <w:szCs w:val="24"/>
        </w:rPr>
        <w:t>V</w:t>
      </w:r>
      <w:r w:rsidR="00E61EC7" w:rsidRPr="00E61EC7">
        <w:rPr>
          <w:rFonts w:asciiTheme="minorHAnsi" w:hAnsiTheme="minorHAnsi"/>
          <w:sz w:val="24"/>
          <w:szCs w:val="24"/>
        </w:rPr>
        <w:t xml:space="preserve">eškeré přípojky technické infrastruktury (vodovod, kanalizace, plynovod, elektro – silnoproud, </w:t>
      </w:r>
      <w:r w:rsidR="00E61EC7">
        <w:rPr>
          <w:rFonts w:asciiTheme="minorHAnsi" w:hAnsiTheme="minorHAnsi"/>
          <w:sz w:val="24"/>
          <w:szCs w:val="24"/>
        </w:rPr>
        <w:t>sítě elektronických komunikací SEK</w:t>
      </w:r>
      <w:r w:rsidR="00E61EC7" w:rsidRPr="00E61EC7">
        <w:rPr>
          <w:rFonts w:asciiTheme="minorHAnsi" w:hAnsiTheme="minorHAnsi"/>
          <w:sz w:val="24"/>
          <w:szCs w:val="24"/>
        </w:rPr>
        <w:t xml:space="preserve">) </w:t>
      </w:r>
      <w:r w:rsidR="00E61EC7">
        <w:rPr>
          <w:rFonts w:asciiTheme="minorHAnsi" w:hAnsiTheme="minorHAnsi"/>
          <w:sz w:val="24"/>
          <w:szCs w:val="24"/>
        </w:rPr>
        <w:t xml:space="preserve">jsou stávající a ani vlivem tohoto projektu se nemění. </w:t>
      </w:r>
    </w:p>
    <w:p w14:paraId="05F1760A" w14:textId="77777777" w:rsidR="002A6B92" w:rsidRPr="002A6B92" w:rsidRDefault="002A6B92" w:rsidP="002A6B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A6B92">
        <w:rPr>
          <w:rFonts w:asciiTheme="minorHAnsi" w:hAnsiTheme="minorHAnsi"/>
          <w:sz w:val="24"/>
          <w:szCs w:val="24"/>
        </w:rPr>
        <w:t>b</w:t>
      </w:r>
      <w:r w:rsidRPr="003946F4">
        <w:rPr>
          <w:rFonts w:asciiTheme="minorHAnsi" w:hAnsiTheme="minorHAnsi"/>
          <w:b/>
          <w:sz w:val="24"/>
          <w:szCs w:val="24"/>
        </w:rPr>
        <w:t>) připojovací rozměry, výkonové kapacity, délky</w:t>
      </w:r>
    </w:p>
    <w:p w14:paraId="1B4A1049" w14:textId="77777777" w:rsidR="006017D8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Připojovací rozměry i výkonové parametry včetně délek se vlivem projektu nemění.</w:t>
      </w:r>
    </w:p>
    <w:p w14:paraId="035F9245" w14:textId="77777777" w:rsidR="006017D8" w:rsidRPr="006017D8" w:rsidRDefault="006017D8" w:rsidP="006017D8">
      <w:pPr>
        <w:pStyle w:val="N1"/>
      </w:pPr>
      <w:bookmarkStart w:id="36" w:name="_Toc502821002"/>
      <w:r w:rsidRPr="006017D8">
        <w:t>Dopravní řešení</w:t>
      </w:r>
      <w:bookmarkEnd w:id="36"/>
    </w:p>
    <w:p w14:paraId="047B1B11" w14:textId="77777777" w:rsidR="00D67B21" w:rsidRPr="003946F4" w:rsidRDefault="00D67B21" w:rsidP="00D67B21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a) popis dopravního řešení</w:t>
      </w:r>
    </w:p>
    <w:p w14:paraId="01C9FEEC" w14:textId="77777777" w:rsidR="00F74ED1" w:rsidRPr="00F74ED1" w:rsidRDefault="00F74ED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dopravní řešení není nikde upravováno a vlivem projektu se nemění.</w:t>
      </w:r>
      <w:r w:rsidR="003946F4">
        <w:rPr>
          <w:rFonts w:asciiTheme="minorHAnsi" w:hAnsiTheme="minorHAnsi"/>
          <w:sz w:val="24"/>
          <w:szCs w:val="24"/>
        </w:rPr>
        <w:t xml:space="preserve"> Místa jsou přístupná z  komunikací nebo přímo z koruny hráze.</w:t>
      </w:r>
    </w:p>
    <w:p w14:paraId="3D454980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napojení území na stávající dopravní infrastrukturu</w:t>
      </w:r>
    </w:p>
    <w:p w14:paraId="26217BF6" w14:textId="77777777" w:rsidR="00F74ED1" w:rsidRPr="00D32EEF" w:rsidRDefault="00F74ED1" w:rsidP="00713F57">
      <w:pPr>
        <w:pStyle w:val="Odstavec"/>
        <w:ind w:firstLine="709"/>
        <w:jc w:val="both"/>
        <w:rPr>
          <w:rFonts w:cs="Arial"/>
          <w:b/>
        </w:rPr>
      </w:pPr>
      <w:r>
        <w:rPr>
          <w:rFonts w:asciiTheme="minorHAnsi" w:hAnsiTheme="minorHAnsi"/>
          <w:sz w:val="24"/>
          <w:szCs w:val="24"/>
        </w:rPr>
        <w:t>Napojení na dopravní infrastrukturu se nemění.</w:t>
      </w:r>
    </w:p>
    <w:p w14:paraId="6D9D4948" w14:textId="77777777" w:rsidR="00D67B21" w:rsidRPr="003946F4" w:rsidRDefault="00F74ED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doprava v klidu</w:t>
      </w:r>
    </w:p>
    <w:p w14:paraId="461142D8" w14:textId="77777777" w:rsidR="00F74ED1" w:rsidRPr="00713F57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Není třeba žádný výpočet parkovacích stání ani ploch pro parkování.</w:t>
      </w:r>
    </w:p>
    <w:p w14:paraId="1F3E43B2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pěší a cyklistické stezky</w:t>
      </w:r>
    </w:p>
    <w:p w14:paraId="32B7B45E" w14:textId="77777777" w:rsidR="00F74ED1" w:rsidRPr="00F74ED1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pěší ani cyklistické stezky nebudou vlivem projektu narušeny.</w:t>
      </w:r>
    </w:p>
    <w:p w14:paraId="4C8F5689" w14:textId="77777777" w:rsidR="00D812A4" w:rsidRPr="006A609C" w:rsidRDefault="006A609C" w:rsidP="006A609C">
      <w:pPr>
        <w:pStyle w:val="N1"/>
      </w:pPr>
      <w:bookmarkStart w:id="37" w:name="_Toc502821003"/>
      <w:r w:rsidRPr="006A609C">
        <w:t>Řešení vegetace a souvisejících terénních úprav</w:t>
      </w:r>
      <w:bookmarkEnd w:id="37"/>
    </w:p>
    <w:p w14:paraId="31F79E30" w14:textId="77777777" w:rsidR="00E8258F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Předpoklad projektu je zachování stávajícího stavu vegetace</w:t>
      </w:r>
      <w:r>
        <w:rPr>
          <w:rFonts w:asciiTheme="minorHAnsi" w:hAnsiTheme="minorHAnsi"/>
          <w:sz w:val="24"/>
          <w:szCs w:val="24"/>
        </w:rPr>
        <w:t>,</w:t>
      </w:r>
      <w:r w:rsidRPr="00D67B21">
        <w:rPr>
          <w:rFonts w:asciiTheme="minorHAnsi" w:hAnsiTheme="minorHAnsi"/>
          <w:sz w:val="24"/>
          <w:szCs w:val="24"/>
        </w:rPr>
        <w:t xml:space="preserve"> a to i v souvislosti s terénními úpravami, které vlivem případných výkopových prací budou uvedeny do stávajícího stavu.</w:t>
      </w:r>
    </w:p>
    <w:p w14:paraId="037C57CE" w14:textId="77777777" w:rsidR="00442E99" w:rsidRDefault="00442E99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4412E6F" w14:textId="77777777" w:rsidR="00E8258F" w:rsidRDefault="00E8258F" w:rsidP="00E8258F">
      <w:pPr>
        <w:pStyle w:val="N1"/>
      </w:pPr>
      <w:bookmarkStart w:id="38" w:name="_Toc502821004"/>
      <w:r>
        <w:t>Popis vlivů na životní prostředí a jeho ochrana</w:t>
      </w:r>
      <w:bookmarkEnd w:id="38"/>
    </w:p>
    <w:p w14:paraId="639F45CB" w14:textId="77777777" w:rsidR="00713F57" w:rsidRPr="003946F4" w:rsidRDefault="00713F57" w:rsidP="002E38F1">
      <w:pPr>
        <w:pStyle w:val="Odstavec"/>
        <w:ind w:left="851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a) </w:t>
      </w:r>
      <w:r w:rsidR="00E8258F" w:rsidRPr="003946F4">
        <w:rPr>
          <w:rFonts w:asciiTheme="minorHAnsi" w:hAnsiTheme="minorHAnsi"/>
          <w:b/>
          <w:sz w:val="24"/>
          <w:szCs w:val="24"/>
        </w:rPr>
        <w:t>Vliv na životní prostředí</w:t>
      </w:r>
      <w:r w:rsidRPr="003946F4">
        <w:rPr>
          <w:rFonts w:asciiTheme="minorHAnsi" w:hAnsiTheme="minorHAnsi"/>
          <w:b/>
          <w:sz w:val="24"/>
          <w:szCs w:val="24"/>
        </w:rPr>
        <w:t xml:space="preserve"> – ovzduší, hluk, voda, odpady, půda</w:t>
      </w:r>
    </w:p>
    <w:p w14:paraId="7045650B" w14:textId="77777777" w:rsidR="00E8258F" w:rsidRPr="00C8527E" w:rsidRDefault="00E8258F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Hladina hluku ze stavební činnosti nesmí přesahovat LAeq 65 dB v době od 7,00 – 21,00 hod, LAeq 60 dB v době od 6,00 – 7,00 hod a od 21,00 – 22,00 hod a LAeq 45 dB v době od 22,00 – 6,00 hod ve venkovním chráněném prostoru staveb.</w:t>
      </w:r>
      <w:r>
        <w:rPr>
          <w:rFonts w:asciiTheme="minorHAnsi" w:hAnsiTheme="minorHAnsi"/>
          <w:sz w:val="24"/>
          <w:szCs w:val="24"/>
        </w:rPr>
        <w:t xml:space="preserve"> To se týká zejména prací v intravilánu obce.</w:t>
      </w:r>
    </w:p>
    <w:p w14:paraId="31425135" w14:textId="77777777" w:rsidR="00E8258F" w:rsidRPr="00C8527E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Práce, u kterých nelze dodržet výše uvedené hladiny hluku, musí být použito mobilních zástěn s absorpční vrstvou k ochraně přilehlé chráněné zástavby a nasazování stavební mechanizace s tichým chodem.</w:t>
      </w:r>
    </w:p>
    <w:p w14:paraId="58321B9E" w14:textId="77777777" w:rsidR="00E8258F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Výkopové práce pro uložení kabelů budou prováděny ručně bez mechanizace, výjimkou bude pouze krátkodobé použití mechanizace k narušení povrchů vozovky a chodníků. Jedná se o stavbu časově nenáročnou trvající 7 – 14 dní, bez vlivu nadměrného hluku na okolí.</w:t>
      </w:r>
    </w:p>
    <w:p w14:paraId="155A738A" w14:textId="77777777" w:rsidR="003C225D" w:rsidRPr="003C225D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C225D">
        <w:rPr>
          <w:rFonts w:asciiTheme="minorHAnsi" w:hAnsiTheme="minorHAnsi"/>
          <w:sz w:val="24"/>
          <w:szCs w:val="24"/>
        </w:rPr>
        <w:t>Způsob naložení se stavebními odpady</w:t>
      </w:r>
    </w:p>
    <w:p w14:paraId="4A0F2144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lastRenderedPageBreak/>
        <w:t>S odpadem vzniklým při stavebních pracích dle předložené projektové dokumentace bude naloženo v souladu s §10 zákona č.106/2005 Sb., (úplné znění zákona č.185/2001 Sb., o odpadech a o změně některých dalších zákonů, jak vyplývá z pozdějších změn) - dále jen zákon o odpadech, jeho prováděcích předpisů - vyhlášky MŽP č. 381/2001 Sb. (katalog odpadů), a č. 383/2001 Sb. (nakládání s odpady).</w:t>
      </w:r>
    </w:p>
    <w:p w14:paraId="417C0705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Odpady vzniklé při stavbě:</w:t>
      </w:r>
    </w:p>
    <w:p w14:paraId="4E261213" w14:textId="77777777" w:rsidR="003C225D" w:rsidRPr="002D162A" w:rsidRDefault="003C225D" w:rsidP="003C225D">
      <w:pPr>
        <w:rPr>
          <w:sz w:val="22"/>
          <w:szCs w:val="22"/>
        </w:rPr>
      </w:pPr>
    </w:p>
    <w:tbl>
      <w:tblPr>
        <w:tblW w:w="9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1701"/>
        <w:gridCol w:w="1276"/>
        <w:gridCol w:w="3060"/>
        <w:gridCol w:w="2185"/>
      </w:tblGrid>
      <w:tr w:rsidR="003C225D" w:rsidRPr="002D162A" w14:paraId="38CBE4CE" w14:textId="77777777" w:rsidTr="008D23CE">
        <w:tc>
          <w:tcPr>
            <w:tcW w:w="1693" w:type="dxa"/>
            <w:vAlign w:val="center"/>
          </w:tcPr>
          <w:p w14:paraId="259032C7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Katalog.č. odpadu dle</w:t>
            </w:r>
          </w:p>
          <w:p w14:paraId="27F8C7E6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vyhl. MŽP</w:t>
            </w:r>
          </w:p>
          <w:p w14:paraId="0E198099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č.381/2001 Sb.</w:t>
            </w:r>
          </w:p>
        </w:tc>
        <w:tc>
          <w:tcPr>
            <w:tcW w:w="1701" w:type="dxa"/>
            <w:vAlign w:val="center"/>
          </w:tcPr>
          <w:p w14:paraId="03673059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 xml:space="preserve">Specifikace odpadu </w:t>
            </w:r>
          </w:p>
        </w:tc>
        <w:tc>
          <w:tcPr>
            <w:tcW w:w="1276" w:type="dxa"/>
            <w:vAlign w:val="center"/>
          </w:tcPr>
          <w:p w14:paraId="28B673BE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Kategorie</w:t>
            </w:r>
          </w:p>
        </w:tc>
        <w:tc>
          <w:tcPr>
            <w:tcW w:w="3060" w:type="dxa"/>
            <w:vAlign w:val="center"/>
          </w:tcPr>
          <w:p w14:paraId="7A82F658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Způsob naložení</w:t>
            </w:r>
          </w:p>
          <w:p w14:paraId="0D318243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s odpadem</w:t>
            </w:r>
          </w:p>
        </w:tc>
        <w:tc>
          <w:tcPr>
            <w:tcW w:w="2185" w:type="dxa"/>
            <w:vAlign w:val="center"/>
          </w:tcPr>
          <w:p w14:paraId="3F5EF438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3C225D" w:rsidRPr="002D162A" w14:paraId="48FAA286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0115923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150101</w:t>
            </w:r>
          </w:p>
        </w:tc>
        <w:tc>
          <w:tcPr>
            <w:tcW w:w="1701" w:type="dxa"/>
            <w:vAlign w:val="center"/>
          </w:tcPr>
          <w:p w14:paraId="339750F3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papírové a lepenkové obaly</w:t>
            </w:r>
          </w:p>
        </w:tc>
        <w:tc>
          <w:tcPr>
            <w:tcW w:w="1276" w:type="dxa"/>
            <w:vAlign w:val="center"/>
          </w:tcPr>
          <w:p w14:paraId="4F09559E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34265D7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Sběrné suroviny</w:t>
            </w:r>
          </w:p>
        </w:tc>
        <w:tc>
          <w:tcPr>
            <w:tcW w:w="2185" w:type="dxa"/>
            <w:vAlign w:val="center"/>
          </w:tcPr>
          <w:p w14:paraId="3EDD405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 xml:space="preserve">obalový materiál </w:t>
            </w:r>
          </w:p>
        </w:tc>
      </w:tr>
      <w:tr w:rsidR="003C225D" w:rsidRPr="002D162A" w14:paraId="34C02457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5239C2C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150102</w:t>
            </w:r>
          </w:p>
        </w:tc>
        <w:tc>
          <w:tcPr>
            <w:tcW w:w="1701" w:type="dxa"/>
            <w:vAlign w:val="center"/>
          </w:tcPr>
          <w:p w14:paraId="0CF111F3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plastové obaly</w:t>
            </w:r>
          </w:p>
        </w:tc>
        <w:tc>
          <w:tcPr>
            <w:tcW w:w="1276" w:type="dxa"/>
            <w:vAlign w:val="center"/>
          </w:tcPr>
          <w:p w14:paraId="174A54B9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19A0EE96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Oprávněná osoba dodavatele</w:t>
            </w:r>
          </w:p>
        </w:tc>
        <w:tc>
          <w:tcPr>
            <w:tcW w:w="2185" w:type="dxa"/>
            <w:vAlign w:val="center"/>
          </w:tcPr>
          <w:p w14:paraId="4DEDBED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 od stavebních materiálů</w:t>
            </w:r>
          </w:p>
        </w:tc>
      </w:tr>
      <w:tr w:rsidR="003C225D" w:rsidRPr="002D162A" w14:paraId="0B03A826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4A3EE157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150103</w:t>
            </w:r>
          </w:p>
        </w:tc>
        <w:tc>
          <w:tcPr>
            <w:tcW w:w="1701" w:type="dxa"/>
            <w:vAlign w:val="center"/>
          </w:tcPr>
          <w:p w14:paraId="6957A83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dřevěné obaly</w:t>
            </w:r>
          </w:p>
        </w:tc>
        <w:tc>
          <w:tcPr>
            <w:tcW w:w="1276" w:type="dxa"/>
            <w:vAlign w:val="center"/>
          </w:tcPr>
          <w:p w14:paraId="62DDF9A2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78BEB50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Skládka interního materiálu</w:t>
            </w:r>
          </w:p>
        </w:tc>
        <w:tc>
          <w:tcPr>
            <w:tcW w:w="2185" w:type="dxa"/>
            <w:vAlign w:val="center"/>
          </w:tcPr>
          <w:p w14:paraId="473302E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</w:t>
            </w:r>
          </w:p>
        </w:tc>
      </w:tr>
      <w:tr w:rsidR="003C225D" w:rsidRPr="002D162A" w14:paraId="6D6C8F3C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265664D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170101</w:t>
            </w:r>
          </w:p>
        </w:tc>
        <w:tc>
          <w:tcPr>
            <w:tcW w:w="1701" w:type="dxa"/>
            <w:vAlign w:val="center"/>
          </w:tcPr>
          <w:p w14:paraId="5B66637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beton</w:t>
            </w:r>
          </w:p>
        </w:tc>
        <w:tc>
          <w:tcPr>
            <w:tcW w:w="1276" w:type="dxa"/>
            <w:vAlign w:val="center"/>
          </w:tcPr>
          <w:p w14:paraId="0201C4C4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18E63719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betonu</w:t>
            </w:r>
          </w:p>
        </w:tc>
        <w:tc>
          <w:tcPr>
            <w:tcW w:w="2185" w:type="dxa"/>
            <w:vAlign w:val="center"/>
          </w:tcPr>
          <w:p w14:paraId="52DC6DC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podkladní vrstva komunikací</w:t>
            </w:r>
          </w:p>
        </w:tc>
      </w:tr>
      <w:tr w:rsidR="003C225D" w:rsidRPr="002D162A" w14:paraId="4D9952F0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78BFDB1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170103</w:t>
            </w:r>
          </w:p>
        </w:tc>
        <w:tc>
          <w:tcPr>
            <w:tcW w:w="1701" w:type="dxa"/>
            <w:vAlign w:val="center"/>
          </w:tcPr>
          <w:p w14:paraId="7346048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asfaltové směsi</w:t>
            </w:r>
          </w:p>
        </w:tc>
        <w:tc>
          <w:tcPr>
            <w:tcW w:w="1276" w:type="dxa"/>
            <w:vAlign w:val="center"/>
          </w:tcPr>
          <w:p w14:paraId="6027DDBF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7472BF3A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živice pro recyklaci</w:t>
            </w:r>
          </w:p>
        </w:tc>
        <w:tc>
          <w:tcPr>
            <w:tcW w:w="2185" w:type="dxa"/>
            <w:vAlign w:val="center"/>
          </w:tcPr>
          <w:p w14:paraId="711F01E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krycí vrstva komunikací</w:t>
            </w:r>
          </w:p>
        </w:tc>
      </w:tr>
      <w:tr w:rsidR="003C225D" w:rsidRPr="002D162A" w14:paraId="7A4DB633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0E0F8E7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170405</w:t>
            </w:r>
          </w:p>
        </w:tc>
        <w:tc>
          <w:tcPr>
            <w:tcW w:w="1701" w:type="dxa"/>
            <w:vAlign w:val="center"/>
          </w:tcPr>
          <w:p w14:paraId="05D842F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železo a ocel</w:t>
            </w:r>
          </w:p>
        </w:tc>
        <w:tc>
          <w:tcPr>
            <w:tcW w:w="1276" w:type="dxa"/>
            <w:vAlign w:val="center"/>
          </w:tcPr>
          <w:p w14:paraId="548CF2BD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3E4918AC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15445A6D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Původní materiál</w:t>
            </w:r>
          </w:p>
        </w:tc>
      </w:tr>
      <w:tr w:rsidR="003C225D" w:rsidRPr="002D162A" w14:paraId="60A4CA6E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1253C1F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170411</w:t>
            </w:r>
          </w:p>
        </w:tc>
        <w:tc>
          <w:tcPr>
            <w:tcW w:w="1701" w:type="dxa"/>
            <w:vAlign w:val="center"/>
          </w:tcPr>
          <w:p w14:paraId="324592F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  <w:tc>
          <w:tcPr>
            <w:tcW w:w="1276" w:type="dxa"/>
            <w:vAlign w:val="center"/>
          </w:tcPr>
          <w:p w14:paraId="32243DAA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335E691E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47F36CE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</w:tr>
      <w:tr w:rsidR="003C225D" w:rsidRPr="002D162A" w14:paraId="0F6FD537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2CF6BDDF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170504</w:t>
            </w:r>
          </w:p>
        </w:tc>
        <w:tc>
          <w:tcPr>
            <w:tcW w:w="1701" w:type="dxa"/>
            <w:vAlign w:val="center"/>
          </w:tcPr>
          <w:p w14:paraId="10DEDAAC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zemina </w:t>
            </w:r>
            <w:r w:rsidRPr="000F6638">
              <w:rPr>
                <w:rFonts w:asciiTheme="minorHAnsi" w:hAnsiTheme="minorHAnsi" w:cstheme="minorHAnsi"/>
              </w:rPr>
              <w:t>a kamení</w:t>
            </w:r>
          </w:p>
        </w:tc>
        <w:tc>
          <w:tcPr>
            <w:tcW w:w="1276" w:type="dxa"/>
            <w:vAlign w:val="center"/>
          </w:tcPr>
          <w:p w14:paraId="5077B6F9" w14:textId="77777777" w:rsidR="003C225D" w:rsidRPr="000F663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1BB35B08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Skládka inertního materiálu</w:t>
            </w:r>
          </w:p>
        </w:tc>
        <w:tc>
          <w:tcPr>
            <w:tcW w:w="2185" w:type="dxa"/>
            <w:vAlign w:val="center"/>
          </w:tcPr>
          <w:p w14:paraId="4AB7FCF3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vykopaná zemina</w:t>
            </w:r>
          </w:p>
        </w:tc>
      </w:tr>
    </w:tbl>
    <w:p w14:paraId="505357C7" w14:textId="77777777" w:rsidR="003C225D" w:rsidRPr="002D162A" w:rsidRDefault="003C225D" w:rsidP="003C225D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285B3AFF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 xml:space="preserve">Přednostně bude dle §11 zákona o odpadech zajištěno využití odpadů před jejich odstraněním, materiálové využití bude mít přednost před jiným využitím odpadů. </w:t>
      </w:r>
    </w:p>
    <w:p w14:paraId="4EF309F9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Dle §12 zákona o odpadech bude nevyužitý odpad odvážen ihned na nařízené skládky. Odpady budou předány pouze osobám, které jsou dle §12 zákona o odpadech k jejich převzetí oprávněny.</w:t>
      </w:r>
    </w:p>
    <w:p w14:paraId="5CD27E48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Dodavatel zemních prací je povinen řídit se §16 zákona o odpadech, zejména vést průběžnou evidenci o odpadech a způsobech nakládání s nimi.</w:t>
      </w:r>
    </w:p>
    <w:p w14:paraId="12436E6B" w14:textId="77777777" w:rsidR="00E8258F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K předání ukončené stavby bude předloženo prohlášení o nakládání s odpady dle zákona č. 383/2001 Sb. (nakládání s odpady), které bude obsahovat záznamy o dalším využití odpadů ze stavební činnosti a seznam příjmových dokladů ze skládek odpadů.</w:t>
      </w:r>
    </w:p>
    <w:p w14:paraId="3FEFC5AE" w14:textId="77777777" w:rsidR="00713F57" w:rsidRPr="003946F4" w:rsidRDefault="00713F57" w:rsidP="002E38F1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lastRenderedPageBreak/>
        <w:t>b) vliv na přírodu a krajinu (ochrana dřevin, ochrana památných stromů, ochrana rostlin a živočichů apod.) zachování ekologických funkcí a vazeb v</w:t>
      </w:r>
      <w:r w:rsidR="00F74ED1" w:rsidRPr="003946F4">
        <w:rPr>
          <w:rFonts w:asciiTheme="minorHAnsi" w:hAnsiTheme="minorHAnsi"/>
          <w:b/>
          <w:sz w:val="24"/>
          <w:szCs w:val="24"/>
        </w:rPr>
        <w:t> </w:t>
      </w:r>
      <w:r w:rsidRPr="003946F4">
        <w:rPr>
          <w:rFonts w:asciiTheme="minorHAnsi" w:hAnsiTheme="minorHAnsi"/>
          <w:b/>
          <w:sz w:val="24"/>
          <w:szCs w:val="24"/>
        </w:rPr>
        <w:t>krajině</w:t>
      </w:r>
    </w:p>
    <w:p w14:paraId="6C7F70A3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nemá vliv na přírodu a krajinu, tudíž budou zachovány ekologické funkce a vazby v krajině.</w:t>
      </w:r>
    </w:p>
    <w:p w14:paraId="7011018B" w14:textId="77777777" w:rsidR="002E38F1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vliv na soustavu chráněných území Natura 2000</w:t>
      </w:r>
    </w:p>
    <w:p w14:paraId="577513BA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je mimo soustavu chráněných území Natura 2000</w:t>
      </w:r>
    </w:p>
    <w:p w14:paraId="4182A581" w14:textId="77777777" w:rsidR="00713F57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návrh zohlednění podmínek ze závěru zjišťovacího řízení nebo stanoviska EIA</w:t>
      </w:r>
    </w:p>
    <w:p w14:paraId="4C142506" w14:textId="77777777" w:rsidR="00F74ED1" w:rsidRPr="00C2678E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2678E">
        <w:rPr>
          <w:rFonts w:asciiTheme="minorHAnsi" w:hAnsiTheme="minorHAnsi"/>
          <w:sz w:val="24"/>
          <w:szCs w:val="24"/>
        </w:rPr>
        <w:t xml:space="preserve">Předmětem projektu není </w:t>
      </w:r>
      <w:r>
        <w:rPr>
          <w:rFonts w:asciiTheme="minorHAnsi" w:hAnsiTheme="minorHAnsi"/>
          <w:sz w:val="24"/>
          <w:szCs w:val="24"/>
        </w:rPr>
        <w:t>tvorba ani zadání pro zjišťovací řízení a ani</w:t>
      </w:r>
      <w:r w:rsidR="00703538">
        <w:rPr>
          <w:rFonts w:asciiTheme="minorHAnsi" w:hAnsiTheme="minorHAnsi"/>
          <w:sz w:val="24"/>
          <w:szCs w:val="24"/>
        </w:rPr>
        <w:t xml:space="preserve"> požadavek</w:t>
      </w:r>
      <w:r>
        <w:rPr>
          <w:rFonts w:asciiTheme="minorHAnsi" w:hAnsiTheme="minorHAnsi"/>
          <w:sz w:val="24"/>
          <w:szCs w:val="24"/>
        </w:rPr>
        <w:t xml:space="preserve"> pro vytváření stanovisek z EIA.</w:t>
      </w:r>
    </w:p>
    <w:p w14:paraId="3BDD24E2" w14:textId="77777777" w:rsidR="00713F57" w:rsidRPr="003946F4" w:rsidRDefault="00713F57" w:rsidP="00C2678E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F74ED1">
        <w:rPr>
          <w:rFonts w:asciiTheme="minorHAnsi" w:hAnsiTheme="minorHAnsi"/>
          <w:sz w:val="24"/>
          <w:szCs w:val="24"/>
        </w:rPr>
        <w:t xml:space="preserve">e) </w:t>
      </w:r>
      <w:r w:rsidRPr="003946F4">
        <w:rPr>
          <w:rFonts w:asciiTheme="minorHAnsi" w:hAnsiTheme="minorHAnsi"/>
          <w:b/>
          <w:sz w:val="24"/>
          <w:szCs w:val="24"/>
        </w:rPr>
        <w:t>navrhovaná ochranná a bezpečnostní pásma, rozsah omezení a podmínky ochrany podle jiných právních předpisů</w:t>
      </w:r>
    </w:p>
    <w:p w14:paraId="2DDCB371" w14:textId="77777777" w:rsidR="00713F57" w:rsidRPr="003C225D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ochranná pásma jsou respektována a na nová nevzniká vlivem charakteru projektu žádný požadavek.</w:t>
      </w:r>
    </w:p>
    <w:p w14:paraId="06DCB884" w14:textId="77777777" w:rsidR="00E8258F" w:rsidRPr="000D59E6" w:rsidRDefault="00302BD4" w:rsidP="00302BD4">
      <w:pPr>
        <w:pStyle w:val="N1"/>
      </w:pPr>
      <w:bookmarkStart w:id="39" w:name="_Toc502821005"/>
      <w:r>
        <w:t>Ochrana obyvatelstva</w:t>
      </w:r>
      <w:bookmarkEnd w:id="39"/>
    </w:p>
    <w:p w14:paraId="5C9F57D9" w14:textId="77777777" w:rsidR="00B55C59" w:rsidRDefault="00713F57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713F57">
        <w:rPr>
          <w:rFonts w:asciiTheme="minorHAnsi" w:hAnsiTheme="minorHAnsi"/>
          <w:sz w:val="24"/>
          <w:szCs w:val="24"/>
        </w:rPr>
        <w:t>Splnění základních požadavků z hlediska plnění úkolů ochrany obyvatelstva</w:t>
      </w:r>
      <w:r>
        <w:rPr>
          <w:rFonts w:asciiTheme="minorHAnsi" w:hAnsiTheme="minorHAnsi"/>
          <w:sz w:val="24"/>
          <w:szCs w:val="24"/>
        </w:rPr>
        <w:t xml:space="preserve"> není vzhledem k charakteru tohoto projektu řešeno.</w:t>
      </w:r>
    </w:p>
    <w:p w14:paraId="67FA0D00" w14:textId="77777777" w:rsidR="007F7C57" w:rsidRPr="00713F57" w:rsidRDefault="007F7C57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ED1ABC9" w14:textId="77777777" w:rsidR="00302BD4" w:rsidRDefault="00302BD4" w:rsidP="00302BD4">
      <w:pPr>
        <w:pStyle w:val="N1"/>
      </w:pPr>
      <w:bookmarkStart w:id="40" w:name="_Toc502821006"/>
      <w:r>
        <w:t>Zásady organizace výstavby</w:t>
      </w:r>
      <w:bookmarkEnd w:id="40"/>
    </w:p>
    <w:p w14:paraId="4CB848B6" w14:textId="77777777" w:rsidR="00713F57" w:rsidRPr="003946F4" w:rsidRDefault="00302BD4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Napojení na stávající dopravní a technickou infrastrukturu. </w:t>
      </w:r>
    </w:p>
    <w:p w14:paraId="54CA5059" w14:textId="77777777" w:rsidR="00302BD4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02BD4">
        <w:rPr>
          <w:rFonts w:asciiTheme="minorHAnsi" w:hAnsiTheme="minorHAnsi"/>
          <w:sz w:val="24"/>
          <w:szCs w:val="24"/>
        </w:rPr>
        <w:t>Vzhledem k charakteru stavby není vyžadováno napojení na stávající dopravní a technickou infrastrukturu, vyjma využití přenosových cest systému GPRS</w:t>
      </w:r>
      <w:r>
        <w:rPr>
          <w:rFonts w:asciiTheme="minorHAnsi" w:hAnsiTheme="minorHAnsi"/>
          <w:sz w:val="24"/>
          <w:szCs w:val="24"/>
        </w:rPr>
        <w:t>.</w:t>
      </w:r>
    </w:p>
    <w:p w14:paraId="70794530" w14:textId="77777777" w:rsidR="00713F57" w:rsidRPr="003946F4" w:rsidRDefault="00302BD4" w:rsidP="003946F4">
      <w:pPr>
        <w:pStyle w:val="Odstavec"/>
        <w:numPr>
          <w:ilvl w:val="0"/>
          <w:numId w:val="34"/>
        </w:numPr>
        <w:ind w:hanging="502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Ochrana okolí staveniště a požadavky související asanace, demolice, kácení dřevin. </w:t>
      </w:r>
    </w:p>
    <w:p w14:paraId="776040FD" w14:textId="77777777" w:rsidR="00EB53DC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nevyžaduje</w:t>
      </w:r>
      <w:r w:rsidR="00EB53DC">
        <w:rPr>
          <w:rFonts w:asciiTheme="minorHAnsi" w:hAnsiTheme="minorHAnsi"/>
          <w:sz w:val="24"/>
          <w:szCs w:val="24"/>
        </w:rPr>
        <w:t xml:space="preserve"> ani jedno z uvedených v tomto bodě.</w:t>
      </w:r>
    </w:p>
    <w:p w14:paraId="42AA222C" w14:textId="77777777" w:rsidR="00AA3CE6" w:rsidRPr="003946F4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Maximální zábory pro staveniště (dočasné / i trvalé). </w:t>
      </w:r>
    </w:p>
    <w:p w14:paraId="13EDB9FE" w14:textId="77777777" w:rsidR="00EB53DC" w:rsidRDefault="00EB53DC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Stavba nevyžaduje žádné z uvedených. </w:t>
      </w:r>
    </w:p>
    <w:p w14:paraId="22050E1B" w14:textId="77777777" w:rsidR="00713F57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Bilance zemních prací, požadavky na přísun nebo deponie zemin</w:t>
      </w:r>
      <w:r>
        <w:rPr>
          <w:rFonts w:asciiTheme="minorHAnsi" w:hAnsiTheme="minorHAnsi"/>
          <w:sz w:val="24"/>
          <w:szCs w:val="24"/>
        </w:rPr>
        <w:t xml:space="preserve">. </w:t>
      </w:r>
    </w:p>
    <w:p w14:paraId="36FAEA91" w14:textId="77777777" w:rsidR="00302BD4" w:rsidRDefault="0028537B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Zemní práce budou prováděny ručně v prostorách výskytu kolizí s jinými inženýrskými sítěmi a pomocí mechanizace v místech bez inženýrských sítí. Zbylá zemina, které vznikne vlivem výkopových prací</w:t>
      </w:r>
      <w:r w:rsidR="0098401B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bude odvezena na skládku interního materiálu.</w:t>
      </w:r>
    </w:p>
    <w:bookmarkEnd w:id="10"/>
    <w:p w14:paraId="53057E76" w14:textId="77777777" w:rsidR="006A609C" w:rsidRDefault="006A609C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p w14:paraId="14D16124" w14:textId="598FD7E6" w:rsidR="003946F4" w:rsidRPr="00385716" w:rsidRDefault="003946F4" w:rsidP="003946F4">
      <w:pPr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FC5818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>.</w:t>
      </w:r>
      <w:r w:rsidR="00FC5818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FC5818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p w14:paraId="3F88679D" w14:textId="77777777" w:rsidR="003946F4" w:rsidRDefault="003946F4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sectPr w:rsidR="003946F4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E48BF" w14:textId="77777777" w:rsidR="00306C19" w:rsidRDefault="00306C19" w:rsidP="0081121B">
      <w:r>
        <w:separator/>
      </w:r>
    </w:p>
  </w:endnote>
  <w:endnote w:type="continuationSeparator" w:id="0">
    <w:p w14:paraId="5B973DD1" w14:textId="77777777" w:rsidR="00306C19" w:rsidRDefault="00306C19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6017D8" w14:paraId="6F39F186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1F327EDF" w14:textId="77777777" w:rsidR="006017D8" w:rsidRDefault="006017D8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657FFB00" wp14:editId="79CD1DF7">
                <wp:extent cx="6410325" cy="38100"/>
                <wp:effectExtent l="19050" t="0" r="9525" b="0"/>
                <wp:docPr id="8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CF38A95" w14:textId="77777777" w:rsidR="006017D8" w:rsidRPr="004D7C68" w:rsidRDefault="006017D8" w:rsidP="00A366D6">
    <w:pPr>
      <w:pStyle w:val="Zpat"/>
      <w:jc w:val="left"/>
      <w:rPr>
        <w:sz w:val="40"/>
        <w:szCs w:val="40"/>
      </w:rPr>
    </w:pPr>
  </w:p>
  <w:p w14:paraId="461834FE" w14:textId="77777777" w:rsidR="006017D8" w:rsidRDefault="006017D8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795AD3">
      <w:rPr>
        <w:bCs w:val="0"/>
        <w:noProof/>
      </w:rPr>
      <w:t>3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795AD3">
      <w:rPr>
        <w:bCs w:val="0"/>
        <w:noProof/>
      </w:rPr>
      <w:t>10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84436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72446DC" w14:textId="77777777" w:rsidR="00795AD3" w:rsidRDefault="00795AD3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0C72BBAB" wp14:editId="289640CD">
                  <wp:extent cx="6408420" cy="38089"/>
                  <wp:effectExtent l="0" t="0" r="0" b="635"/>
                  <wp:docPr id="1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38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BF27A2" w14:textId="77777777" w:rsidR="00795AD3" w:rsidRDefault="00795AD3">
            <w:pPr>
              <w:pStyle w:val="Zpat"/>
            </w:pPr>
          </w:p>
          <w:p w14:paraId="71605727" w14:textId="77777777" w:rsidR="00795AD3" w:rsidRDefault="00795AD3">
            <w:pPr>
              <w:pStyle w:val="Zpat"/>
            </w:pPr>
          </w:p>
          <w:p w14:paraId="17FC6330" w14:textId="77777777" w:rsidR="00795AD3" w:rsidRDefault="00795AD3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10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4875F131" w14:textId="77777777" w:rsidR="006017D8" w:rsidRPr="004D7C68" w:rsidRDefault="006017D8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53F04" w14:textId="77777777" w:rsidR="00306C19" w:rsidRDefault="00306C19" w:rsidP="0081121B">
      <w:r>
        <w:separator/>
      </w:r>
    </w:p>
  </w:footnote>
  <w:footnote w:type="continuationSeparator" w:id="0">
    <w:p w14:paraId="5F3EC94C" w14:textId="77777777" w:rsidR="00306C19" w:rsidRDefault="00306C19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6017D8" w:rsidRPr="003C2764" w14:paraId="442A0EE0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208A5068" w14:textId="77777777" w:rsidR="006017D8" w:rsidRPr="00177AD3" w:rsidRDefault="006017D8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36D050D5" wp14:editId="70B9CB66">
                <wp:extent cx="2514600" cy="542925"/>
                <wp:effectExtent l="19050" t="0" r="0" b="0"/>
                <wp:docPr id="4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753B73EE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04DB5C9D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fax: +420 312 247 982,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6E7C9CEB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3D9CD1D1" w14:textId="77777777" w:rsidR="006017D8" w:rsidRPr="003C2764" w:rsidRDefault="006017D8" w:rsidP="00B46E56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6017D8" w:rsidRPr="00177AD3" w14:paraId="748B7CA9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1C8979F3" w14:textId="77777777" w:rsidR="006017D8" w:rsidRPr="00177AD3" w:rsidRDefault="006017D8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22BD07F6" wp14:editId="48E71E3E">
                <wp:extent cx="5476875" cy="38100"/>
                <wp:effectExtent l="19050" t="0" r="9525" b="0"/>
                <wp:docPr id="5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61181932" w14:textId="77777777" w:rsidR="006017D8" w:rsidRPr="00177AD3" w:rsidRDefault="006017D8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263A5602" w14:textId="77777777" w:rsidR="006017D8" w:rsidRPr="003C2764" w:rsidRDefault="006017D8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6017D8" w:rsidRPr="003C2764" w14:paraId="4091186F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40F885F4" w14:textId="77777777" w:rsidR="006017D8" w:rsidRPr="00177AD3" w:rsidRDefault="006017D8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4D038D4F" wp14:editId="1C50DDDA">
                <wp:extent cx="2514600" cy="542925"/>
                <wp:effectExtent l="19050" t="0" r="0" b="0"/>
                <wp:docPr id="9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1937C273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0B2B8355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1F5A0748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5BD61FDC" w14:textId="77777777" w:rsidR="006017D8" w:rsidRPr="003C2764" w:rsidRDefault="006017D8" w:rsidP="00194068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6017D8" w:rsidRPr="00177AD3" w14:paraId="538F5558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1963282D" w14:textId="77777777" w:rsidR="006017D8" w:rsidRPr="00177AD3" w:rsidRDefault="006017D8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655BB8FA" wp14:editId="0AD44549">
                <wp:extent cx="5476875" cy="38100"/>
                <wp:effectExtent l="19050" t="0" r="9525" b="0"/>
                <wp:docPr id="10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C0915A0" w14:textId="77777777" w:rsidR="006017D8" w:rsidRPr="00177AD3" w:rsidRDefault="006017D8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3CC9EFFA" w14:textId="77777777" w:rsidR="006017D8" w:rsidRDefault="006017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F62AA8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834217"/>
    <w:multiLevelType w:val="hybridMultilevel"/>
    <w:tmpl w:val="2850E340"/>
    <w:lvl w:ilvl="0" w:tplc="E4681B42">
      <w:start w:val="1"/>
      <w:numFmt w:val="lowerLetter"/>
      <w:lvlText w:val="%1)"/>
      <w:lvlJc w:val="left"/>
      <w:pPr>
        <w:ind w:left="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8" w:hanging="360"/>
      </w:pPr>
    </w:lvl>
    <w:lvl w:ilvl="2" w:tplc="0405001B" w:tentative="1">
      <w:start w:val="1"/>
      <w:numFmt w:val="lowerRoman"/>
      <w:lvlText w:val="%3."/>
      <w:lvlJc w:val="right"/>
      <w:pPr>
        <w:ind w:left="2408" w:hanging="180"/>
      </w:pPr>
    </w:lvl>
    <w:lvl w:ilvl="3" w:tplc="0405000F" w:tentative="1">
      <w:start w:val="1"/>
      <w:numFmt w:val="decimal"/>
      <w:lvlText w:val="%4."/>
      <w:lvlJc w:val="left"/>
      <w:pPr>
        <w:ind w:left="3128" w:hanging="360"/>
      </w:pPr>
    </w:lvl>
    <w:lvl w:ilvl="4" w:tplc="04050019" w:tentative="1">
      <w:start w:val="1"/>
      <w:numFmt w:val="lowerLetter"/>
      <w:lvlText w:val="%5."/>
      <w:lvlJc w:val="left"/>
      <w:pPr>
        <w:ind w:left="3848" w:hanging="360"/>
      </w:pPr>
    </w:lvl>
    <w:lvl w:ilvl="5" w:tplc="0405001B" w:tentative="1">
      <w:start w:val="1"/>
      <w:numFmt w:val="lowerRoman"/>
      <w:lvlText w:val="%6."/>
      <w:lvlJc w:val="right"/>
      <w:pPr>
        <w:ind w:left="4568" w:hanging="180"/>
      </w:pPr>
    </w:lvl>
    <w:lvl w:ilvl="6" w:tplc="0405000F" w:tentative="1">
      <w:start w:val="1"/>
      <w:numFmt w:val="decimal"/>
      <w:lvlText w:val="%7."/>
      <w:lvlJc w:val="left"/>
      <w:pPr>
        <w:ind w:left="5288" w:hanging="360"/>
      </w:pPr>
    </w:lvl>
    <w:lvl w:ilvl="7" w:tplc="04050019" w:tentative="1">
      <w:start w:val="1"/>
      <w:numFmt w:val="lowerLetter"/>
      <w:lvlText w:val="%8."/>
      <w:lvlJc w:val="left"/>
      <w:pPr>
        <w:ind w:left="6008" w:hanging="360"/>
      </w:pPr>
    </w:lvl>
    <w:lvl w:ilvl="8" w:tplc="040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3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DD79CE"/>
    <w:multiLevelType w:val="hybridMultilevel"/>
    <w:tmpl w:val="0D5271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C4F34F3"/>
    <w:multiLevelType w:val="hybridMultilevel"/>
    <w:tmpl w:val="C37AC5A4"/>
    <w:lvl w:ilvl="0" w:tplc="0D0E1C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573FF2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F24AAA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E5833B6"/>
    <w:multiLevelType w:val="hybridMultilevel"/>
    <w:tmpl w:val="9072E2AC"/>
    <w:lvl w:ilvl="0" w:tplc="A67A105C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E9E57E3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1252FF"/>
    <w:multiLevelType w:val="hybridMultilevel"/>
    <w:tmpl w:val="51463FEC"/>
    <w:lvl w:ilvl="0" w:tplc="97A2C0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 w15:restartNumberingAfterBreak="0">
    <w:nsid w:val="58272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9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12C0FE7"/>
    <w:multiLevelType w:val="hybridMultilevel"/>
    <w:tmpl w:val="4B6E44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64259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27633961">
    <w:abstractNumId w:val="18"/>
  </w:num>
  <w:num w:numId="2" w16cid:durableId="257716451">
    <w:abstractNumId w:val="13"/>
  </w:num>
  <w:num w:numId="3" w16cid:durableId="1100298099">
    <w:abstractNumId w:val="5"/>
  </w:num>
  <w:num w:numId="4" w16cid:durableId="1596859661">
    <w:abstractNumId w:val="12"/>
  </w:num>
  <w:num w:numId="5" w16cid:durableId="2001738187">
    <w:abstractNumId w:val="6"/>
  </w:num>
  <w:num w:numId="6" w16cid:durableId="704598274">
    <w:abstractNumId w:val="3"/>
  </w:num>
  <w:num w:numId="7" w16cid:durableId="916088801">
    <w:abstractNumId w:val="23"/>
  </w:num>
  <w:num w:numId="8" w16cid:durableId="1809081975">
    <w:abstractNumId w:val="24"/>
  </w:num>
  <w:num w:numId="9" w16cid:durableId="1396007098">
    <w:abstractNumId w:val="21"/>
  </w:num>
  <w:num w:numId="10" w16cid:durableId="225651646">
    <w:abstractNumId w:val="25"/>
  </w:num>
  <w:num w:numId="11" w16cid:durableId="417101967">
    <w:abstractNumId w:val="5"/>
  </w:num>
  <w:num w:numId="12" w16cid:durableId="367993150">
    <w:abstractNumId w:val="16"/>
  </w:num>
  <w:num w:numId="13" w16cid:durableId="1457023735">
    <w:abstractNumId w:val="0"/>
  </w:num>
  <w:num w:numId="14" w16cid:durableId="1190605048">
    <w:abstractNumId w:val="5"/>
  </w:num>
  <w:num w:numId="15" w16cid:durableId="397672668">
    <w:abstractNumId w:val="5"/>
  </w:num>
  <w:num w:numId="16" w16cid:durableId="758333152">
    <w:abstractNumId w:val="5"/>
  </w:num>
  <w:num w:numId="17" w16cid:durableId="866790219">
    <w:abstractNumId w:val="5"/>
  </w:num>
  <w:num w:numId="18" w16cid:durableId="971977715">
    <w:abstractNumId w:val="5"/>
  </w:num>
  <w:num w:numId="19" w16cid:durableId="837382445">
    <w:abstractNumId w:val="19"/>
  </w:num>
  <w:num w:numId="20" w16cid:durableId="1143356032">
    <w:abstractNumId w:val="5"/>
  </w:num>
  <w:num w:numId="21" w16cid:durableId="38014297">
    <w:abstractNumId w:val="5"/>
  </w:num>
  <w:num w:numId="22" w16cid:durableId="209534331">
    <w:abstractNumId w:val="11"/>
  </w:num>
  <w:num w:numId="23" w16cid:durableId="2046172185">
    <w:abstractNumId w:val="5"/>
  </w:num>
  <w:num w:numId="24" w16cid:durableId="1042904645">
    <w:abstractNumId w:val="5"/>
  </w:num>
  <w:num w:numId="25" w16cid:durableId="537008568">
    <w:abstractNumId w:val="5"/>
  </w:num>
  <w:num w:numId="26" w16cid:durableId="1518886552">
    <w:abstractNumId w:val="5"/>
  </w:num>
  <w:num w:numId="27" w16cid:durableId="1823691566">
    <w:abstractNumId w:val="5"/>
  </w:num>
  <w:num w:numId="28" w16cid:durableId="144513883">
    <w:abstractNumId w:val="5"/>
  </w:num>
  <w:num w:numId="29" w16cid:durableId="1311976831">
    <w:abstractNumId w:val="4"/>
  </w:num>
  <w:num w:numId="30" w16cid:durableId="1140270653">
    <w:abstractNumId w:val="10"/>
  </w:num>
  <w:num w:numId="31" w16cid:durableId="542179752">
    <w:abstractNumId w:val="5"/>
  </w:num>
  <w:num w:numId="32" w16cid:durableId="1799638283">
    <w:abstractNumId w:val="5"/>
  </w:num>
  <w:num w:numId="33" w16cid:durableId="1313944558">
    <w:abstractNumId w:val="20"/>
  </w:num>
  <w:num w:numId="34" w16cid:durableId="371464065">
    <w:abstractNumId w:val="7"/>
  </w:num>
  <w:num w:numId="35" w16cid:durableId="179786501">
    <w:abstractNumId w:val="8"/>
  </w:num>
  <w:num w:numId="36" w16cid:durableId="1494646000">
    <w:abstractNumId w:val="9"/>
  </w:num>
  <w:num w:numId="37" w16cid:durableId="1689604697">
    <w:abstractNumId w:val="22"/>
  </w:num>
  <w:num w:numId="38" w16cid:durableId="1603149241">
    <w:abstractNumId w:val="1"/>
  </w:num>
  <w:num w:numId="39" w16cid:durableId="1696731540">
    <w:abstractNumId w:val="14"/>
  </w:num>
  <w:num w:numId="40" w16cid:durableId="1313482533">
    <w:abstractNumId w:val="17"/>
  </w:num>
  <w:num w:numId="41" w16cid:durableId="2017071086">
    <w:abstractNumId w:val="5"/>
  </w:num>
  <w:num w:numId="42" w16cid:durableId="941032806">
    <w:abstractNumId w:val="5"/>
  </w:num>
  <w:num w:numId="43" w16cid:durableId="146167036">
    <w:abstractNumId w:val="5"/>
  </w:num>
  <w:num w:numId="44" w16cid:durableId="1514538420">
    <w:abstractNumId w:val="5"/>
  </w:num>
  <w:num w:numId="45" w16cid:durableId="1200321964">
    <w:abstractNumId w:val="5"/>
  </w:num>
  <w:num w:numId="46" w16cid:durableId="1273433958">
    <w:abstractNumId w:val="5"/>
  </w:num>
  <w:num w:numId="47" w16cid:durableId="830020282">
    <w:abstractNumId w:val="2"/>
  </w:num>
  <w:num w:numId="48" w16cid:durableId="20862168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04A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4710"/>
    <w:rsid w:val="000B7069"/>
    <w:rsid w:val="000D4127"/>
    <w:rsid w:val="000D56EE"/>
    <w:rsid w:val="000D59E6"/>
    <w:rsid w:val="000D70BD"/>
    <w:rsid w:val="000E0A1A"/>
    <w:rsid w:val="000E0E58"/>
    <w:rsid w:val="000E1085"/>
    <w:rsid w:val="000F125A"/>
    <w:rsid w:val="000F14FD"/>
    <w:rsid w:val="000F6638"/>
    <w:rsid w:val="001107A0"/>
    <w:rsid w:val="001126C6"/>
    <w:rsid w:val="001162E5"/>
    <w:rsid w:val="00117C54"/>
    <w:rsid w:val="00123BDC"/>
    <w:rsid w:val="00137CF9"/>
    <w:rsid w:val="00141FC2"/>
    <w:rsid w:val="001443F9"/>
    <w:rsid w:val="00147A61"/>
    <w:rsid w:val="001507D9"/>
    <w:rsid w:val="0015463D"/>
    <w:rsid w:val="00157B42"/>
    <w:rsid w:val="00161378"/>
    <w:rsid w:val="00167321"/>
    <w:rsid w:val="00171E76"/>
    <w:rsid w:val="00173C57"/>
    <w:rsid w:val="00180022"/>
    <w:rsid w:val="0018273D"/>
    <w:rsid w:val="00185D54"/>
    <w:rsid w:val="001936B6"/>
    <w:rsid w:val="00193DD6"/>
    <w:rsid w:val="00194068"/>
    <w:rsid w:val="001A0BDE"/>
    <w:rsid w:val="001A1F09"/>
    <w:rsid w:val="001A5F12"/>
    <w:rsid w:val="001A7265"/>
    <w:rsid w:val="001B0D35"/>
    <w:rsid w:val="001C2ABB"/>
    <w:rsid w:val="001E12FF"/>
    <w:rsid w:val="001E3B05"/>
    <w:rsid w:val="002068DD"/>
    <w:rsid w:val="00213631"/>
    <w:rsid w:val="00222BDB"/>
    <w:rsid w:val="002269D1"/>
    <w:rsid w:val="002302DE"/>
    <w:rsid w:val="00235863"/>
    <w:rsid w:val="00237912"/>
    <w:rsid w:val="00237B61"/>
    <w:rsid w:val="00243AE8"/>
    <w:rsid w:val="002448FB"/>
    <w:rsid w:val="00245BFD"/>
    <w:rsid w:val="00246DA4"/>
    <w:rsid w:val="00247149"/>
    <w:rsid w:val="00252BBB"/>
    <w:rsid w:val="00256BC9"/>
    <w:rsid w:val="002659BF"/>
    <w:rsid w:val="00271B71"/>
    <w:rsid w:val="002720BA"/>
    <w:rsid w:val="00276514"/>
    <w:rsid w:val="0028128D"/>
    <w:rsid w:val="00281933"/>
    <w:rsid w:val="00282C39"/>
    <w:rsid w:val="00282D35"/>
    <w:rsid w:val="0028537B"/>
    <w:rsid w:val="00285AE9"/>
    <w:rsid w:val="00296976"/>
    <w:rsid w:val="002A0E9E"/>
    <w:rsid w:val="002A0FF8"/>
    <w:rsid w:val="002A2FD5"/>
    <w:rsid w:val="002A32ED"/>
    <w:rsid w:val="002A6B92"/>
    <w:rsid w:val="002A7481"/>
    <w:rsid w:val="002B5993"/>
    <w:rsid w:val="002C15BD"/>
    <w:rsid w:val="002C6020"/>
    <w:rsid w:val="002C63C2"/>
    <w:rsid w:val="002C7485"/>
    <w:rsid w:val="002E2158"/>
    <w:rsid w:val="002E38F1"/>
    <w:rsid w:val="002E76A9"/>
    <w:rsid w:val="002F194D"/>
    <w:rsid w:val="002F2B00"/>
    <w:rsid w:val="002F4876"/>
    <w:rsid w:val="002F7151"/>
    <w:rsid w:val="00301DE0"/>
    <w:rsid w:val="00302BD4"/>
    <w:rsid w:val="003045B5"/>
    <w:rsid w:val="00306C19"/>
    <w:rsid w:val="00312743"/>
    <w:rsid w:val="00312B6A"/>
    <w:rsid w:val="0031425A"/>
    <w:rsid w:val="003265A3"/>
    <w:rsid w:val="0033057A"/>
    <w:rsid w:val="0033780C"/>
    <w:rsid w:val="0034115B"/>
    <w:rsid w:val="003439FE"/>
    <w:rsid w:val="00344399"/>
    <w:rsid w:val="00354C43"/>
    <w:rsid w:val="00363E36"/>
    <w:rsid w:val="00365492"/>
    <w:rsid w:val="00366D4B"/>
    <w:rsid w:val="00374A2A"/>
    <w:rsid w:val="003801CA"/>
    <w:rsid w:val="003802A8"/>
    <w:rsid w:val="00384A63"/>
    <w:rsid w:val="00384FCF"/>
    <w:rsid w:val="003946F4"/>
    <w:rsid w:val="00395620"/>
    <w:rsid w:val="00395F5C"/>
    <w:rsid w:val="003A4565"/>
    <w:rsid w:val="003A4B1B"/>
    <w:rsid w:val="003A510F"/>
    <w:rsid w:val="003A6DD9"/>
    <w:rsid w:val="003A7AE0"/>
    <w:rsid w:val="003B1F62"/>
    <w:rsid w:val="003B4426"/>
    <w:rsid w:val="003C225D"/>
    <w:rsid w:val="003C2764"/>
    <w:rsid w:val="003C6B94"/>
    <w:rsid w:val="003D1A8A"/>
    <w:rsid w:val="003D22C9"/>
    <w:rsid w:val="003D68A4"/>
    <w:rsid w:val="003E4984"/>
    <w:rsid w:val="003E4B21"/>
    <w:rsid w:val="003E4EBB"/>
    <w:rsid w:val="003E57DA"/>
    <w:rsid w:val="003F17F3"/>
    <w:rsid w:val="003F2AE3"/>
    <w:rsid w:val="00400622"/>
    <w:rsid w:val="0040092B"/>
    <w:rsid w:val="004021B7"/>
    <w:rsid w:val="00403385"/>
    <w:rsid w:val="00404E8B"/>
    <w:rsid w:val="004059AC"/>
    <w:rsid w:val="00406DC0"/>
    <w:rsid w:val="00433A4F"/>
    <w:rsid w:val="004357FF"/>
    <w:rsid w:val="004376C8"/>
    <w:rsid w:val="00441AAC"/>
    <w:rsid w:val="00442897"/>
    <w:rsid w:val="00442E99"/>
    <w:rsid w:val="0044666A"/>
    <w:rsid w:val="0045411D"/>
    <w:rsid w:val="00463228"/>
    <w:rsid w:val="00472FB0"/>
    <w:rsid w:val="00475E5B"/>
    <w:rsid w:val="00476E7D"/>
    <w:rsid w:val="00477F38"/>
    <w:rsid w:val="00480AF3"/>
    <w:rsid w:val="004826E0"/>
    <w:rsid w:val="00487CC7"/>
    <w:rsid w:val="00493004"/>
    <w:rsid w:val="0049577B"/>
    <w:rsid w:val="004B186D"/>
    <w:rsid w:val="004B3FEC"/>
    <w:rsid w:val="004D36CD"/>
    <w:rsid w:val="004D7C68"/>
    <w:rsid w:val="004E319B"/>
    <w:rsid w:val="004F7267"/>
    <w:rsid w:val="00501598"/>
    <w:rsid w:val="005173FB"/>
    <w:rsid w:val="0052232D"/>
    <w:rsid w:val="00524286"/>
    <w:rsid w:val="00524AD9"/>
    <w:rsid w:val="005450D2"/>
    <w:rsid w:val="005532AE"/>
    <w:rsid w:val="00556CCD"/>
    <w:rsid w:val="00557998"/>
    <w:rsid w:val="00562DD9"/>
    <w:rsid w:val="00563812"/>
    <w:rsid w:val="005641A9"/>
    <w:rsid w:val="00564E22"/>
    <w:rsid w:val="005675F1"/>
    <w:rsid w:val="00567EDC"/>
    <w:rsid w:val="005720C6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6812"/>
    <w:rsid w:val="005C1B72"/>
    <w:rsid w:val="005C7FEF"/>
    <w:rsid w:val="005D1DBD"/>
    <w:rsid w:val="005D3C8F"/>
    <w:rsid w:val="005D3FBE"/>
    <w:rsid w:val="005D7B4B"/>
    <w:rsid w:val="005D7F76"/>
    <w:rsid w:val="005E1AFC"/>
    <w:rsid w:val="006017D8"/>
    <w:rsid w:val="00603802"/>
    <w:rsid w:val="00606DB2"/>
    <w:rsid w:val="00607A8B"/>
    <w:rsid w:val="0061130B"/>
    <w:rsid w:val="006114B7"/>
    <w:rsid w:val="00612AF2"/>
    <w:rsid w:val="0061382A"/>
    <w:rsid w:val="006143B6"/>
    <w:rsid w:val="006145CE"/>
    <w:rsid w:val="00616364"/>
    <w:rsid w:val="00630BB1"/>
    <w:rsid w:val="00637731"/>
    <w:rsid w:val="00644849"/>
    <w:rsid w:val="00644A74"/>
    <w:rsid w:val="00644F5C"/>
    <w:rsid w:val="006472F0"/>
    <w:rsid w:val="00650DE0"/>
    <w:rsid w:val="00663F31"/>
    <w:rsid w:val="006706EB"/>
    <w:rsid w:val="00680355"/>
    <w:rsid w:val="00687FDD"/>
    <w:rsid w:val="00691676"/>
    <w:rsid w:val="00693462"/>
    <w:rsid w:val="00694993"/>
    <w:rsid w:val="00694B3C"/>
    <w:rsid w:val="006A03D3"/>
    <w:rsid w:val="006A609C"/>
    <w:rsid w:val="006A6A99"/>
    <w:rsid w:val="006B33F7"/>
    <w:rsid w:val="006B7D53"/>
    <w:rsid w:val="006C07EE"/>
    <w:rsid w:val="006C2692"/>
    <w:rsid w:val="006D1DAC"/>
    <w:rsid w:val="006D3E1D"/>
    <w:rsid w:val="006D4264"/>
    <w:rsid w:val="006D75E5"/>
    <w:rsid w:val="006E1549"/>
    <w:rsid w:val="006E544F"/>
    <w:rsid w:val="006E6EAB"/>
    <w:rsid w:val="006F4B85"/>
    <w:rsid w:val="006F6677"/>
    <w:rsid w:val="006F7AFA"/>
    <w:rsid w:val="006F7B8B"/>
    <w:rsid w:val="00703538"/>
    <w:rsid w:val="007130E9"/>
    <w:rsid w:val="00713F57"/>
    <w:rsid w:val="0071725E"/>
    <w:rsid w:val="00724A3F"/>
    <w:rsid w:val="0074221C"/>
    <w:rsid w:val="007446FC"/>
    <w:rsid w:val="007451E9"/>
    <w:rsid w:val="007464A5"/>
    <w:rsid w:val="0075726C"/>
    <w:rsid w:val="00757DA2"/>
    <w:rsid w:val="0076017C"/>
    <w:rsid w:val="00766015"/>
    <w:rsid w:val="00770A48"/>
    <w:rsid w:val="00773CB6"/>
    <w:rsid w:val="00783CE8"/>
    <w:rsid w:val="00784773"/>
    <w:rsid w:val="0079076D"/>
    <w:rsid w:val="00791CEB"/>
    <w:rsid w:val="0079276C"/>
    <w:rsid w:val="00795AD3"/>
    <w:rsid w:val="007B1C9C"/>
    <w:rsid w:val="007C24EE"/>
    <w:rsid w:val="007D0810"/>
    <w:rsid w:val="007D558F"/>
    <w:rsid w:val="007E61BD"/>
    <w:rsid w:val="007F700C"/>
    <w:rsid w:val="007F7C57"/>
    <w:rsid w:val="0081121B"/>
    <w:rsid w:val="008132F5"/>
    <w:rsid w:val="00813BDA"/>
    <w:rsid w:val="00816838"/>
    <w:rsid w:val="00820936"/>
    <w:rsid w:val="00821334"/>
    <w:rsid w:val="00824208"/>
    <w:rsid w:val="00830FB3"/>
    <w:rsid w:val="00834D63"/>
    <w:rsid w:val="00836181"/>
    <w:rsid w:val="00846F5B"/>
    <w:rsid w:val="00853186"/>
    <w:rsid w:val="0085552B"/>
    <w:rsid w:val="00855F8E"/>
    <w:rsid w:val="008602EF"/>
    <w:rsid w:val="00862D73"/>
    <w:rsid w:val="0087008D"/>
    <w:rsid w:val="00873584"/>
    <w:rsid w:val="0087791C"/>
    <w:rsid w:val="00882E0C"/>
    <w:rsid w:val="00883760"/>
    <w:rsid w:val="00895E92"/>
    <w:rsid w:val="008A1FE9"/>
    <w:rsid w:val="008A26CD"/>
    <w:rsid w:val="008B7CD9"/>
    <w:rsid w:val="008D23CE"/>
    <w:rsid w:val="008D4C9E"/>
    <w:rsid w:val="008D7F4C"/>
    <w:rsid w:val="008E1A34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31D5"/>
    <w:rsid w:val="00917C8E"/>
    <w:rsid w:val="00923F1B"/>
    <w:rsid w:val="00924F4C"/>
    <w:rsid w:val="0092520F"/>
    <w:rsid w:val="00927418"/>
    <w:rsid w:val="009318B6"/>
    <w:rsid w:val="0093676C"/>
    <w:rsid w:val="00937ACE"/>
    <w:rsid w:val="00950A5B"/>
    <w:rsid w:val="00952ADC"/>
    <w:rsid w:val="00952D82"/>
    <w:rsid w:val="0095783F"/>
    <w:rsid w:val="009672A4"/>
    <w:rsid w:val="0097018A"/>
    <w:rsid w:val="00974D74"/>
    <w:rsid w:val="009751CB"/>
    <w:rsid w:val="00975878"/>
    <w:rsid w:val="00982BCE"/>
    <w:rsid w:val="00983A4C"/>
    <w:rsid w:val="0098401B"/>
    <w:rsid w:val="00987643"/>
    <w:rsid w:val="0099326C"/>
    <w:rsid w:val="00993716"/>
    <w:rsid w:val="009937F8"/>
    <w:rsid w:val="009972A4"/>
    <w:rsid w:val="00997929"/>
    <w:rsid w:val="009A09BB"/>
    <w:rsid w:val="009B11AB"/>
    <w:rsid w:val="009B300F"/>
    <w:rsid w:val="009B3DE7"/>
    <w:rsid w:val="009C038C"/>
    <w:rsid w:val="009C1A5D"/>
    <w:rsid w:val="009C25EB"/>
    <w:rsid w:val="009C3A0C"/>
    <w:rsid w:val="009C6F16"/>
    <w:rsid w:val="009D7675"/>
    <w:rsid w:val="009E35EA"/>
    <w:rsid w:val="009E53C2"/>
    <w:rsid w:val="009F63F8"/>
    <w:rsid w:val="009F6DDE"/>
    <w:rsid w:val="00A03C00"/>
    <w:rsid w:val="00A03C4F"/>
    <w:rsid w:val="00A078AA"/>
    <w:rsid w:val="00A101E7"/>
    <w:rsid w:val="00A12FB3"/>
    <w:rsid w:val="00A1483E"/>
    <w:rsid w:val="00A14ACB"/>
    <w:rsid w:val="00A163A4"/>
    <w:rsid w:val="00A17B62"/>
    <w:rsid w:val="00A203DD"/>
    <w:rsid w:val="00A34446"/>
    <w:rsid w:val="00A366D6"/>
    <w:rsid w:val="00A449F6"/>
    <w:rsid w:val="00A51813"/>
    <w:rsid w:val="00A633CB"/>
    <w:rsid w:val="00A704F3"/>
    <w:rsid w:val="00A77781"/>
    <w:rsid w:val="00A87F03"/>
    <w:rsid w:val="00A90326"/>
    <w:rsid w:val="00A95AF9"/>
    <w:rsid w:val="00A96E2C"/>
    <w:rsid w:val="00AA04CB"/>
    <w:rsid w:val="00AA337C"/>
    <w:rsid w:val="00AA3CE6"/>
    <w:rsid w:val="00AA5C32"/>
    <w:rsid w:val="00AB0401"/>
    <w:rsid w:val="00AB050D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AF371C"/>
    <w:rsid w:val="00B04B51"/>
    <w:rsid w:val="00B23B7B"/>
    <w:rsid w:val="00B26E29"/>
    <w:rsid w:val="00B275C5"/>
    <w:rsid w:val="00B32646"/>
    <w:rsid w:val="00B3329D"/>
    <w:rsid w:val="00B33E0B"/>
    <w:rsid w:val="00B40158"/>
    <w:rsid w:val="00B408CC"/>
    <w:rsid w:val="00B430A5"/>
    <w:rsid w:val="00B43E16"/>
    <w:rsid w:val="00B4566C"/>
    <w:rsid w:val="00B46E56"/>
    <w:rsid w:val="00B518BF"/>
    <w:rsid w:val="00B524CA"/>
    <w:rsid w:val="00B5325C"/>
    <w:rsid w:val="00B55C59"/>
    <w:rsid w:val="00B56B74"/>
    <w:rsid w:val="00B611C1"/>
    <w:rsid w:val="00B61401"/>
    <w:rsid w:val="00B65E26"/>
    <w:rsid w:val="00B701B5"/>
    <w:rsid w:val="00B77288"/>
    <w:rsid w:val="00B7755C"/>
    <w:rsid w:val="00B81EC7"/>
    <w:rsid w:val="00B908C8"/>
    <w:rsid w:val="00B94734"/>
    <w:rsid w:val="00B956F0"/>
    <w:rsid w:val="00B96DA0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5319"/>
    <w:rsid w:val="00C0614C"/>
    <w:rsid w:val="00C13474"/>
    <w:rsid w:val="00C144E4"/>
    <w:rsid w:val="00C23238"/>
    <w:rsid w:val="00C25A4A"/>
    <w:rsid w:val="00C2678E"/>
    <w:rsid w:val="00C320C5"/>
    <w:rsid w:val="00C360C6"/>
    <w:rsid w:val="00C457D4"/>
    <w:rsid w:val="00C54B91"/>
    <w:rsid w:val="00C570BD"/>
    <w:rsid w:val="00C6348E"/>
    <w:rsid w:val="00C63C7F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C7382"/>
    <w:rsid w:val="00CE490A"/>
    <w:rsid w:val="00CF3337"/>
    <w:rsid w:val="00CF3B2C"/>
    <w:rsid w:val="00CF7D9A"/>
    <w:rsid w:val="00D03BF2"/>
    <w:rsid w:val="00D0402F"/>
    <w:rsid w:val="00D20B1C"/>
    <w:rsid w:val="00D21F37"/>
    <w:rsid w:val="00D3188C"/>
    <w:rsid w:val="00D32CC5"/>
    <w:rsid w:val="00D33F27"/>
    <w:rsid w:val="00D3733E"/>
    <w:rsid w:val="00D46E34"/>
    <w:rsid w:val="00D61A10"/>
    <w:rsid w:val="00D62FB8"/>
    <w:rsid w:val="00D634BB"/>
    <w:rsid w:val="00D65853"/>
    <w:rsid w:val="00D67B21"/>
    <w:rsid w:val="00D812A4"/>
    <w:rsid w:val="00D863A3"/>
    <w:rsid w:val="00D87DC2"/>
    <w:rsid w:val="00D902C3"/>
    <w:rsid w:val="00D9252D"/>
    <w:rsid w:val="00D94650"/>
    <w:rsid w:val="00D961AC"/>
    <w:rsid w:val="00DA19B9"/>
    <w:rsid w:val="00DA2D3A"/>
    <w:rsid w:val="00DA3C4D"/>
    <w:rsid w:val="00DA4E1C"/>
    <w:rsid w:val="00DB01D1"/>
    <w:rsid w:val="00DB34A6"/>
    <w:rsid w:val="00DB4FD2"/>
    <w:rsid w:val="00DB70E7"/>
    <w:rsid w:val="00DC01E6"/>
    <w:rsid w:val="00DC1C39"/>
    <w:rsid w:val="00DC7CC6"/>
    <w:rsid w:val="00DD2FFE"/>
    <w:rsid w:val="00DD5717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6D80"/>
    <w:rsid w:val="00E13A65"/>
    <w:rsid w:val="00E1665A"/>
    <w:rsid w:val="00E17E43"/>
    <w:rsid w:val="00E22526"/>
    <w:rsid w:val="00E24365"/>
    <w:rsid w:val="00E25495"/>
    <w:rsid w:val="00E26DB1"/>
    <w:rsid w:val="00E27EDB"/>
    <w:rsid w:val="00E365D8"/>
    <w:rsid w:val="00E41561"/>
    <w:rsid w:val="00E41A54"/>
    <w:rsid w:val="00E431F9"/>
    <w:rsid w:val="00E45EA7"/>
    <w:rsid w:val="00E56662"/>
    <w:rsid w:val="00E61EC7"/>
    <w:rsid w:val="00E648C8"/>
    <w:rsid w:val="00E65D2F"/>
    <w:rsid w:val="00E70DA5"/>
    <w:rsid w:val="00E71B2C"/>
    <w:rsid w:val="00E812C7"/>
    <w:rsid w:val="00E8258F"/>
    <w:rsid w:val="00E85EA0"/>
    <w:rsid w:val="00E90394"/>
    <w:rsid w:val="00E91AB0"/>
    <w:rsid w:val="00E92BA9"/>
    <w:rsid w:val="00E96BE3"/>
    <w:rsid w:val="00EA53F4"/>
    <w:rsid w:val="00EB296A"/>
    <w:rsid w:val="00EB3766"/>
    <w:rsid w:val="00EB53DC"/>
    <w:rsid w:val="00EB6266"/>
    <w:rsid w:val="00EC1421"/>
    <w:rsid w:val="00EC6D63"/>
    <w:rsid w:val="00EC727A"/>
    <w:rsid w:val="00ED1259"/>
    <w:rsid w:val="00EE3319"/>
    <w:rsid w:val="00F02DC7"/>
    <w:rsid w:val="00F045B4"/>
    <w:rsid w:val="00F224D6"/>
    <w:rsid w:val="00F31478"/>
    <w:rsid w:val="00F32A12"/>
    <w:rsid w:val="00F42956"/>
    <w:rsid w:val="00F4731D"/>
    <w:rsid w:val="00F63DB7"/>
    <w:rsid w:val="00F74933"/>
    <w:rsid w:val="00F74E4B"/>
    <w:rsid w:val="00F74ED1"/>
    <w:rsid w:val="00F7579D"/>
    <w:rsid w:val="00F84210"/>
    <w:rsid w:val="00F94B07"/>
    <w:rsid w:val="00F96038"/>
    <w:rsid w:val="00FA025C"/>
    <w:rsid w:val="00FA3844"/>
    <w:rsid w:val="00FA4EC3"/>
    <w:rsid w:val="00FB3116"/>
    <w:rsid w:val="00FB4DBB"/>
    <w:rsid w:val="00FB5829"/>
    <w:rsid w:val="00FC003D"/>
    <w:rsid w:val="00FC5818"/>
    <w:rsid w:val="00FC61D3"/>
    <w:rsid w:val="00FD1B52"/>
    <w:rsid w:val="00FD4A8E"/>
    <w:rsid w:val="00FD7C26"/>
    <w:rsid w:val="00FE19C3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986DEA0"/>
  <w15:docId w15:val="{978ED64F-BEEB-4B98-A328-59E27C729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0A2E04"/>
    <w:pPr>
      <w:tabs>
        <w:tab w:val="left" w:pos="880"/>
        <w:tab w:val="right" w:leader="dot" w:pos="9061"/>
      </w:tabs>
      <w:spacing w:before="120" w:line="360" w:lineRule="auto"/>
      <w:ind w:left="238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styleId="Normlnodsazen">
    <w:name w:val="Normal Indent"/>
    <w:rsid w:val="000F125A"/>
    <w:pPr>
      <w:ind w:left="680"/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795AD3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miloslav.misterka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65935-476B-4152-8D65-6CEB5E767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6</TotalTime>
  <Pages>10</Pages>
  <Words>2221</Words>
  <Characters>13108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15299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Filová Lucie</cp:lastModifiedBy>
  <cp:revision>7</cp:revision>
  <cp:lastPrinted>2017-03-30T12:34:00Z</cp:lastPrinted>
  <dcterms:created xsi:type="dcterms:W3CDTF">2017-10-07T20:49:00Z</dcterms:created>
  <dcterms:modified xsi:type="dcterms:W3CDTF">2024-10-09T12:38:00Z</dcterms:modified>
</cp:coreProperties>
</file>